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D221" w14:textId="31345AA3" w:rsidR="00553B59" w:rsidRPr="003803D4" w:rsidRDefault="006076BE" w:rsidP="00553B59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Załącznik nr 1 do zapytania nr</w:t>
      </w:r>
      <w:r w:rsidRPr="003803D4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874EDA">
        <w:rPr>
          <w:rFonts w:asciiTheme="minorHAnsi" w:hAnsiTheme="minorHAnsi" w:cstheme="minorHAnsi"/>
          <w:sz w:val="20"/>
          <w:szCs w:val="20"/>
        </w:rPr>
        <w:t>8</w:t>
      </w:r>
      <w:r w:rsidR="00553B59" w:rsidRPr="003803D4">
        <w:rPr>
          <w:rFonts w:asciiTheme="minorHAnsi" w:hAnsiTheme="minorHAnsi" w:cstheme="minorHAnsi"/>
          <w:sz w:val="20"/>
          <w:szCs w:val="20"/>
        </w:rPr>
        <w:t>/2025</w:t>
      </w:r>
      <w:r w:rsidR="00C172FA">
        <w:rPr>
          <w:rFonts w:asciiTheme="minorHAnsi" w:hAnsiTheme="minorHAnsi" w:cstheme="minorHAnsi"/>
          <w:sz w:val="20"/>
          <w:szCs w:val="20"/>
        </w:rPr>
        <w:t>/ZZP</w:t>
      </w:r>
    </w:p>
    <w:p w14:paraId="20AE10A0" w14:textId="77777777" w:rsidR="006721FB" w:rsidRDefault="006721FB" w:rsidP="006076B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BD3FBF" w14:textId="613DF35D" w:rsidR="006076BE" w:rsidRPr="003803D4" w:rsidRDefault="006076BE" w:rsidP="006076B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803D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</w:p>
    <w:p w14:paraId="3F435ED9" w14:textId="6A0D352B" w:rsidR="006076BE" w:rsidRPr="003803D4" w:rsidRDefault="006076BE" w:rsidP="006076B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803D4">
        <w:rPr>
          <w:rFonts w:asciiTheme="minorHAnsi" w:hAnsiTheme="minorHAnsi" w:cstheme="minorHAnsi"/>
          <w:b/>
          <w:bCs/>
          <w:sz w:val="20"/>
          <w:szCs w:val="20"/>
        </w:rPr>
        <w:t xml:space="preserve">do zapytania nr </w:t>
      </w:r>
      <w:r w:rsidR="00874EDA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E62325" w:rsidRPr="003803D4">
        <w:rPr>
          <w:rFonts w:asciiTheme="minorHAnsi" w:hAnsiTheme="minorHAnsi" w:cstheme="minorHAnsi"/>
          <w:b/>
          <w:bCs/>
          <w:sz w:val="20"/>
          <w:szCs w:val="20"/>
        </w:rPr>
        <w:t>/2025</w:t>
      </w:r>
      <w:r w:rsidR="00C172FA">
        <w:rPr>
          <w:rFonts w:asciiTheme="minorHAnsi" w:hAnsiTheme="minorHAnsi" w:cstheme="minorHAnsi"/>
          <w:b/>
          <w:bCs/>
          <w:sz w:val="20"/>
          <w:szCs w:val="20"/>
        </w:rPr>
        <w:t>/ZZP</w:t>
      </w:r>
    </w:p>
    <w:p w14:paraId="169A8A38" w14:textId="77777777" w:rsidR="006076BE" w:rsidRPr="003803D4" w:rsidRDefault="006076BE" w:rsidP="006076B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BA4EEA2" w14:textId="54B576C8" w:rsidR="00C172FA" w:rsidRPr="009B6A6B" w:rsidRDefault="00C172FA" w:rsidP="00C172FA">
      <w:pPr>
        <w:spacing w:after="60"/>
        <w:jc w:val="both"/>
        <w:rPr>
          <w:b/>
          <w:bCs/>
        </w:rPr>
      </w:pPr>
      <w:bookmarkStart w:id="0" w:name="_Hlk190068099"/>
      <w:r w:rsidRPr="003803D4">
        <w:rPr>
          <w:rFonts w:asciiTheme="minorHAnsi" w:hAnsiTheme="minorHAnsi" w:cstheme="minorHAnsi"/>
          <w:sz w:val="20"/>
          <w:szCs w:val="20"/>
        </w:rPr>
        <w:t xml:space="preserve">dotyczące </w:t>
      </w:r>
      <w:r>
        <w:rPr>
          <w:rFonts w:asciiTheme="minorHAnsi" w:hAnsiTheme="minorHAnsi" w:cstheme="minorHAnsi"/>
          <w:sz w:val="20"/>
          <w:szCs w:val="20"/>
        </w:rPr>
        <w:t xml:space="preserve">zakupu </w:t>
      </w:r>
      <w:r w:rsidR="00BE3A5C">
        <w:rPr>
          <w:rFonts w:asciiTheme="minorHAnsi" w:hAnsiTheme="minorHAnsi" w:cstheme="minorHAnsi"/>
          <w:sz w:val="20"/>
          <w:szCs w:val="20"/>
        </w:rPr>
        <w:t>pomocy dydaktycznych do prowadzenia zajęć w blok</w:t>
      </w:r>
      <w:r w:rsidR="00874EDA">
        <w:rPr>
          <w:rFonts w:asciiTheme="minorHAnsi" w:hAnsiTheme="minorHAnsi" w:cstheme="minorHAnsi"/>
          <w:sz w:val="20"/>
          <w:szCs w:val="20"/>
        </w:rPr>
        <w:t>ach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803D4">
        <w:rPr>
          <w:rFonts w:asciiTheme="minorHAnsi" w:hAnsiTheme="minorHAnsi" w:cstheme="minorHAnsi"/>
          <w:sz w:val="20"/>
          <w:szCs w:val="20"/>
        </w:rPr>
        <w:t xml:space="preserve">w ramach projektu  pn. </w:t>
      </w:r>
      <w:r w:rsidRPr="003803D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„</w:t>
      </w:r>
      <w:r>
        <w:rPr>
          <w:rFonts w:asciiTheme="minorHAnsi" w:hAnsiTheme="minorHAnsi" w:cstheme="minorHAnsi"/>
          <w:b/>
          <w:bCs/>
          <w:i/>
          <w:iCs/>
          <w:sz w:val="20"/>
          <w:szCs w:val="20"/>
        </w:rPr>
        <w:t>Zdolni z Pomorza – Powiat Kartuski – edycja II</w:t>
      </w:r>
      <w:r w:rsidRPr="003803D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” </w:t>
      </w:r>
      <w:r w:rsidRPr="007D6C6B">
        <w:rPr>
          <w:rFonts w:asciiTheme="minorHAnsi" w:hAnsiTheme="minorHAnsi" w:cstheme="minorHAnsi"/>
          <w:sz w:val="20"/>
          <w:szCs w:val="20"/>
        </w:rPr>
        <w:t>współfinansowanego ze środków Europejskiego Funduszu Społecznego Plus (EFS+), Priorytetu 5 Fundusze europejskie dla silnego społecznie Pomorza (EFS+), Działania 5.8. Edukacja ogólna i zawodowa w ramach programu Fundusze Europejskie dla Pomorza 2021-2027 (FEP 2021-2027)</w:t>
      </w:r>
      <w:r w:rsidR="00162665">
        <w:rPr>
          <w:rFonts w:asciiTheme="minorHAnsi" w:hAnsiTheme="minorHAnsi" w:cstheme="minorHAnsi"/>
          <w:sz w:val="20"/>
          <w:szCs w:val="20"/>
        </w:rPr>
        <w:t xml:space="preserve">. </w:t>
      </w:r>
    </w:p>
    <w:bookmarkEnd w:id="0"/>
    <w:p w14:paraId="5CAB61F6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b/>
          <w:bCs/>
          <w:sz w:val="20"/>
          <w:szCs w:val="20"/>
        </w:rPr>
      </w:pPr>
      <w:r w:rsidRPr="003803D4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35DA146D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Powiat Kartuski</w:t>
      </w:r>
    </w:p>
    <w:p w14:paraId="0A4E6F52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>ul. Dworcowa 1, 83-300 Kartuzy</w:t>
      </w:r>
    </w:p>
    <w:p w14:paraId="7E114878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8161FD2" w14:textId="77777777" w:rsidR="006076BE" w:rsidRPr="003803D4" w:rsidRDefault="006076BE" w:rsidP="006076BE">
      <w:pPr>
        <w:pStyle w:val="Akapitzlist"/>
        <w:numPr>
          <w:ilvl w:val="0"/>
          <w:numId w:val="32"/>
        </w:num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Dane wraz z adresem lub pieczęć firmowa:</w:t>
      </w:r>
    </w:p>
    <w:p w14:paraId="03CFC1CA" w14:textId="77777777" w:rsidR="006076BE" w:rsidRPr="003803D4" w:rsidRDefault="006076BE" w:rsidP="006076B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Imię i nazwisko/firma: ….....................................</w:t>
      </w:r>
    </w:p>
    <w:p w14:paraId="544A17A8" w14:textId="77777777" w:rsidR="006076BE" w:rsidRPr="003803D4" w:rsidRDefault="006076BE" w:rsidP="006076B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Adres: …..............................................................</w:t>
      </w:r>
    </w:p>
    <w:p w14:paraId="397A677E" w14:textId="77777777" w:rsidR="006076BE" w:rsidRPr="003803D4" w:rsidRDefault="006076BE" w:rsidP="006076B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NIP: ….................................................................</w:t>
      </w:r>
    </w:p>
    <w:p w14:paraId="27E10FFC" w14:textId="77777777" w:rsidR="006076BE" w:rsidRPr="003803D4" w:rsidRDefault="006076BE" w:rsidP="006076B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nr telefonu: ….....................................................</w:t>
      </w:r>
    </w:p>
    <w:p w14:paraId="002F0DC5" w14:textId="77777777" w:rsidR="006076BE" w:rsidRPr="003803D4" w:rsidRDefault="006076BE" w:rsidP="006076BE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adres e-mail: …...................................................</w:t>
      </w:r>
    </w:p>
    <w:p w14:paraId="282FDC2A" w14:textId="77777777" w:rsidR="006076BE" w:rsidRPr="003803D4" w:rsidRDefault="006076BE" w:rsidP="006076BE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W odpowiedzi na Zapytanie ofertowe zgodnie z przedstawionym opisem przedmiotu zamówienia składam następującą ofertę na całość zamówienia:</w:t>
      </w:r>
    </w:p>
    <w:p w14:paraId="4F1E076F" w14:textId="77777777" w:rsidR="006076BE" w:rsidRPr="003803D4" w:rsidRDefault="006076BE" w:rsidP="006076BE">
      <w:pPr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E0FFCD3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……………………………………….. PLN NETTO </w:t>
      </w:r>
    </w:p>
    <w:p w14:paraId="5662F9C7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(słownie: …………………………………………………..………………………………………………………………………..………………)</w:t>
      </w:r>
    </w:p>
    <w:p w14:paraId="2E1519F1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7A90F36F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…….…………………………………..PLN BRUTTO </w:t>
      </w:r>
    </w:p>
    <w:p w14:paraId="25D7F511" w14:textId="77777777" w:rsidR="006076BE" w:rsidRDefault="006076BE" w:rsidP="006076BE">
      <w:pPr>
        <w:contextualSpacing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(słownie: ……………………………………………………..…………………………………………………….……………………….………)</w:t>
      </w:r>
    </w:p>
    <w:p w14:paraId="6AF101C1" w14:textId="77777777" w:rsidR="00BE3A5C" w:rsidRDefault="00BE3A5C" w:rsidP="006076BE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52058BA1" w14:textId="3C9C6E9F" w:rsidR="00BE3A5C" w:rsidRDefault="00BE3A5C" w:rsidP="00BE3A5C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Termin dostawy:</w:t>
      </w:r>
    </w:p>
    <w:p w14:paraId="10524F6E" w14:textId="53848161" w:rsidR="00BE3A5C" w:rsidRPr="0017166C" w:rsidRDefault="0017166C" w:rsidP="0017166C">
      <w:pPr>
        <w:pStyle w:val="Akapitzlist"/>
        <w:numPr>
          <w:ilvl w:val="1"/>
          <w:numId w:val="3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A8"/>
      </w:r>
      <w:r>
        <w:rPr>
          <w:rFonts w:asciiTheme="minorHAnsi" w:hAnsiTheme="minorHAnsi" w:cstheme="minorHAnsi"/>
          <w:sz w:val="20"/>
          <w:szCs w:val="20"/>
        </w:rPr>
        <w:t xml:space="preserve"> do 7 dni</w:t>
      </w:r>
      <w:r w:rsidR="00BE3A5C" w:rsidRPr="0017166C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45C12B97" w14:textId="4EFF7C80" w:rsidR="00BE3A5C" w:rsidRPr="00BE3A5C" w:rsidRDefault="0017166C" w:rsidP="00BE3A5C">
      <w:pPr>
        <w:pStyle w:val="Akapitzlist"/>
        <w:numPr>
          <w:ilvl w:val="1"/>
          <w:numId w:val="32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sym w:font="Wingdings" w:char="F0A8"/>
      </w:r>
      <w:r>
        <w:rPr>
          <w:rFonts w:asciiTheme="minorHAnsi" w:hAnsiTheme="minorHAnsi" w:cstheme="minorHAnsi"/>
          <w:sz w:val="20"/>
          <w:szCs w:val="20"/>
        </w:rPr>
        <w:t xml:space="preserve"> 8 dni i więcej</w:t>
      </w:r>
    </w:p>
    <w:p w14:paraId="68E15DDF" w14:textId="77777777" w:rsidR="006076BE" w:rsidRPr="003803D4" w:rsidRDefault="006076BE" w:rsidP="006076BE">
      <w:pPr>
        <w:contextualSpacing/>
        <w:rPr>
          <w:rFonts w:asciiTheme="minorHAnsi" w:hAnsiTheme="minorHAnsi" w:cstheme="minorHAnsi"/>
          <w:sz w:val="20"/>
          <w:szCs w:val="20"/>
          <w:u w:val="single"/>
        </w:rPr>
      </w:pPr>
    </w:p>
    <w:p w14:paraId="28DB25E8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Oświadczam, że wskazane wyżej ceny brutto zawierają wszystkie koszty, jakie ponosi Zamawiający w przypadku wyboru niniejszej oferty.</w:t>
      </w:r>
    </w:p>
    <w:p w14:paraId="7A49EC5A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Oświadczam, iż jestem uprawniony/a do wykonywania wymaganej przedmiotem zamówienia działalności, posiadam niezbędną wiedzę i doświadczenie, dysponuję potencjałem technicznym, osobami zdolnymi do wykonywania zamówienia oraz znajduję się w sytuacji finansowej i ekonomicznej zapewniającej wykonanie zamówienia. </w:t>
      </w:r>
    </w:p>
    <w:p w14:paraId="00FD25F2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Oświadczam, że jestem osobą uprawnioną do reprezentowania Wykonawcy w niniejszym postępowaniu.</w:t>
      </w:r>
    </w:p>
    <w:p w14:paraId="0AA56219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eastAsia="Arial" w:hAnsiTheme="minorHAnsi" w:cstheme="minorHAnsi"/>
          <w:color w:val="000000"/>
          <w:sz w:val="20"/>
          <w:szCs w:val="20"/>
        </w:rPr>
        <w:t>Oświadczam, że zapoznałem się z warunkami niniejszego zapytania i nie wnoszę do niego żadnych zastrzeżeń oraz zdobyłem/</w:t>
      </w:r>
      <w:proofErr w:type="spellStart"/>
      <w:r w:rsidRPr="003803D4">
        <w:rPr>
          <w:rFonts w:asciiTheme="minorHAnsi" w:eastAsia="Arial" w:hAnsiTheme="minorHAnsi" w:cstheme="minorHAnsi"/>
          <w:color w:val="000000"/>
          <w:sz w:val="20"/>
          <w:szCs w:val="20"/>
        </w:rPr>
        <w:t>am</w:t>
      </w:r>
      <w:proofErr w:type="spellEnd"/>
      <w:r w:rsidRPr="003803D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konieczne informacje do przygotowania oferty.</w:t>
      </w:r>
    </w:p>
    <w:p w14:paraId="05B120DE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Deklaruję realizację usługi we wskazanym w zapytaniu ofertowym terminie.</w:t>
      </w:r>
    </w:p>
    <w:p w14:paraId="6C1150AB" w14:textId="77777777" w:rsidR="006076BE" w:rsidRPr="003803D4" w:rsidRDefault="006076BE" w:rsidP="006076BE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Oświadczam, że akceptuję warunki płatności określone przez Zamawiającego </w:t>
      </w:r>
      <w:r w:rsidRPr="003803D4">
        <w:rPr>
          <w:rFonts w:asciiTheme="minorHAnsi" w:hAnsiTheme="minorHAnsi" w:cstheme="minorHAnsi"/>
          <w:sz w:val="20"/>
          <w:szCs w:val="20"/>
        </w:rPr>
        <w:br/>
        <w:t>w zapytaniu ofertowym.</w:t>
      </w:r>
    </w:p>
    <w:p w14:paraId="6E6624EB" w14:textId="5FA34E92" w:rsidR="0070308B" w:rsidRPr="003803D4" w:rsidRDefault="006076BE" w:rsidP="0070308B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Oświadczam, że usługi, zaoferowane w odpowiedzi na zapytanie ofertowe, spełniają wszystkie wymagania przedstawione w zapytaniu ofertowym</w:t>
      </w:r>
      <w:r w:rsidR="0070308B" w:rsidRPr="003803D4">
        <w:rPr>
          <w:rFonts w:asciiTheme="minorHAnsi" w:hAnsiTheme="minorHAnsi" w:cstheme="minorHAnsi"/>
          <w:sz w:val="20"/>
          <w:szCs w:val="20"/>
        </w:rPr>
        <w:t>.</w:t>
      </w:r>
    </w:p>
    <w:p w14:paraId="3649CB1B" w14:textId="4E45D6F5" w:rsidR="006076BE" w:rsidRPr="003803D4" w:rsidRDefault="006076BE" w:rsidP="006076BE">
      <w:pPr>
        <w:pStyle w:val="Akapitzlist"/>
        <w:numPr>
          <w:ilvl w:val="0"/>
          <w:numId w:val="40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W przypadku uznania mojej oferty za najkorzystniejszą zobowiązuję się do </w:t>
      </w:r>
      <w:r w:rsidR="00553F98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wykonania dostawy po otrzymaniu pisemnego zamówienia w </w:t>
      </w:r>
      <w:r w:rsidRPr="003803D4">
        <w:rPr>
          <w:rFonts w:asciiTheme="minorHAnsi" w:eastAsia="Arial" w:hAnsiTheme="minorHAnsi" w:cstheme="minorHAnsi"/>
          <w:color w:val="000000"/>
          <w:sz w:val="20"/>
          <w:szCs w:val="20"/>
        </w:rPr>
        <w:t>terminie i miejscu wskazanym przez Zamawiającego.</w:t>
      </w:r>
    </w:p>
    <w:p w14:paraId="48019E0E" w14:textId="77777777" w:rsidR="006076BE" w:rsidRPr="003803D4" w:rsidRDefault="006076BE" w:rsidP="006076BE">
      <w:pPr>
        <w:pStyle w:val="Akapitzlist"/>
        <w:numPr>
          <w:ilvl w:val="0"/>
          <w:numId w:val="40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Oświadczam, że podane w niniejszym formularzu informacje są zgodne z prawdą.</w:t>
      </w:r>
    </w:p>
    <w:p w14:paraId="13FADEE4" w14:textId="77777777" w:rsidR="003803D4" w:rsidRPr="003803D4" w:rsidRDefault="003803D4" w:rsidP="003803D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eastAsia="SimSun" w:hAnsiTheme="minorHAnsi" w:cstheme="minorHAnsi"/>
          <w:color w:val="000000"/>
          <w:kern w:val="2"/>
          <w:sz w:val="20"/>
          <w:szCs w:val="20"/>
          <w:lang w:eastAsia="hi-IN" w:bidi="hi-IN"/>
        </w:rPr>
        <w:lastRenderedPageBreak/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</w:p>
    <w:p w14:paraId="0C1810D7" w14:textId="298B6C64" w:rsidR="003803D4" w:rsidRPr="009C6DC7" w:rsidRDefault="003803D4" w:rsidP="003803D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eastAsia="SimSun" w:hAnsiTheme="minorHAnsi" w:cstheme="minorHAnsi"/>
          <w:color w:val="000000"/>
          <w:kern w:val="2"/>
          <w:sz w:val="20"/>
          <w:szCs w:val="20"/>
          <w:lang w:eastAsia="hi-IN" w:bidi="hi-IN"/>
        </w:rPr>
        <w:t xml:space="preserve">Stosownie do postanowień art. 6 ust. 1 lit. a i e RODO – wyrażam zgodę na przetwarzanie moich danych osobowych przez Starostę Kartuskiego z siedzibą w Kartuzach przy ul. Dworcowej 1, zawartych w przedmiotowej ofercie w zakresie nr telefonu komórkowego oraz adresu e-mail, w celu usprawnienia komunikacji w procesie postępowania o udzielenie zamówienia publicznego, w związku z którym dobrowolnie przekazuję moje dane osobowe. </w:t>
      </w:r>
    </w:p>
    <w:p w14:paraId="44EF124F" w14:textId="34077D6B" w:rsidR="009C6DC7" w:rsidRDefault="009C6DC7" w:rsidP="003803D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9C6DC7">
        <w:rPr>
          <w:rFonts w:asciiTheme="minorHAnsi" w:hAnsiTheme="minorHAnsi" w:cstheme="minorHAnsi"/>
          <w:sz w:val="20"/>
          <w:szCs w:val="20"/>
        </w:rPr>
        <w:t xml:space="preserve">Mogące występować w opisie przedmiotu zamówienia wskazanie znaków towarowych, patentów lub pochodzenia, źródła lub szczególnego procesu, który charakteryzuje produkty lub usługi dostarczane przez konkretnego wykonawcę zostały użyte wyłącznie w celu wskazania założonego standardu przyjętych rozwiązań i stanowią warunek równoważności dla rozwiązań zamiennych. Należy każdorazowo przyjąć, że wskazaniu takiemu towarzyszą wyrazy „lub równoważny”. Zamawiający informuje, że dopuszcza składanie ofert równoważnych w zakresie wskazanych znaków towarowych, patentów lub pochodzenia, źródła lub szczególnego procesu, który charakteryzuje produkty lub usługi dostarczane przez konkretnego wykonawcę, jednakże zachowane muszą być normy, standardy </w:t>
      </w:r>
      <w:r>
        <w:rPr>
          <w:rFonts w:asciiTheme="minorHAnsi" w:hAnsiTheme="minorHAnsi" w:cstheme="minorHAnsi"/>
          <w:sz w:val="20"/>
          <w:szCs w:val="20"/>
        </w:rPr>
        <w:br/>
      </w:r>
      <w:r w:rsidRPr="009C6DC7">
        <w:rPr>
          <w:rFonts w:asciiTheme="minorHAnsi" w:hAnsiTheme="minorHAnsi" w:cstheme="minorHAnsi"/>
          <w:sz w:val="20"/>
          <w:szCs w:val="20"/>
        </w:rPr>
        <w:t>i parametry techniczne jakimi charakteryzują się wymagane przez Zamawiającego urządzenia, które zagwarantują realizację zmówienia zgodnie z Zapytaniem.</w:t>
      </w:r>
    </w:p>
    <w:p w14:paraId="4753DE2C" w14:textId="5F64AB2B" w:rsidR="009C6DC7" w:rsidRPr="003803D4" w:rsidRDefault="009C6DC7" w:rsidP="003803D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before="100" w:beforeAutospacing="1" w:after="100" w:afterAutospacing="1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9C6DC7">
        <w:rPr>
          <w:rFonts w:asciiTheme="minorHAnsi" w:hAnsiTheme="minorHAnsi" w:cstheme="minorHAnsi"/>
          <w:sz w:val="20"/>
          <w:szCs w:val="20"/>
        </w:rPr>
        <w:t>Przedstawione parametry przedmiotu zamówienia stanowią minimum techniczne i jakościowe oczekiwane przez Zamawiającego i będą stanowiły podstawę oceny ewentualnych ofert równoważnych. Oferowane przez Wykonawców urządzenia równoważne muszą mieć parametry nie gorsze niż wskazane w dokumentach zamówienia, które zagwarantują prawidłową realizację dostawy.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C6DC7">
        <w:rPr>
          <w:rFonts w:asciiTheme="minorHAnsi" w:hAnsiTheme="minorHAnsi" w:cstheme="minorHAnsi"/>
          <w:sz w:val="20"/>
          <w:szCs w:val="20"/>
        </w:rPr>
        <w:t xml:space="preserve">Na podstawie przekazanych informacji Zamawiający stwierdzi, czy proponowany produkt jest równoważny </w:t>
      </w:r>
      <w:r>
        <w:rPr>
          <w:rFonts w:asciiTheme="minorHAnsi" w:hAnsiTheme="minorHAnsi" w:cstheme="minorHAnsi"/>
          <w:sz w:val="20"/>
          <w:szCs w:val="20"/>
        </w:rPr>
        <w:br/>
      </w:r>
      <w:r w:rsidRPr="009C6DC7">
        <w:rPr>
          <w:rFonts w:asciiTheme="minorHAnsi" w:hAnsiTheme="minorHAnsi" w:cstheme="minorHAnsi"/>
          <w:sz w:val="20"/>
          <w:szCs w:val="20"/>
        </w:rPr>
        <w:t>i odpowiada wymaganiom Zamawiającego. Zaoferowanie wyrobu niezgodnego z określonymi przez Zamawiającego wymaganiami skutkować będzie odrzuceniem oferty.</w:t>
      </w:r>
    </w:p>
    <w:p w14:paraId="4352FAD5" w14:textId="77777777" w:rsidR="006076BE" w:rsidRPr="003803D4" w:rsidRDefault="006076BE" w:rsidP="006076BE">
      <w:pPr>
        <w:pStyle w:val="Akapitzlist"/>
        <w:numPr>
          <w:ilvl w:val="0"/>
          <w:numId w:val="40"/>
        </w:numPr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Zał</w:t>
      </w:r>
      <w:r w:rsidRPr="003803D4">
        <w:rPr>
          <w:rFonts w:asciiTheme="minorHAnsi" w:eastAsia="TimesNewRoman" w:hAnsiTheme="minorHAnsi" w:cstheme="minorHAnsi"/>
          <w:sz w:val="20"/>
          <w:szCs w:val="20"/>
        </w:rPr>
        <w:t>ą</w:t>
      </w:r>
      <w:r w:rsidRPr="003803D4">
        <w:rPr>
          <w:rFonts w:asciiTheme="minorHAnsi" w:hAnsiTheme="minorHAnsi" w:cstheme="minorHAnsi"/>
          <w:sz w:val="20"/>
          <w:szCs w:val="20"/>
        </w:rPr>
        <w:t>cznikami do niniejszej oferty s</w:t>
      </w:r>
      <w:r w:rsidRPr="003803D4">
        <w:rPr>
          <w:rFonts w:asciiTheme="minorHAnsi" w:eastAsia="TimesNewRoman" w:hAnsiTheme="minorHAnsi" w:cstheme="minorHAnsi"/>
          <w:sz w:val="20"/>
          <w:szCs w:val="20"/>
        </w:rPr>
        <w:t>ą</w:t>
      </w:r>
      <w:r w:rsidRPr="003803D4">
        <w:rPr>
          <w:rFonts w:asciiTheme="minorHAnsi" w:hAnsiTheme="minorHAnsi" w:cstheme="minorHAnsi"/>
          <w:sz w:val="20"/>
          <w:szCs w:val="20"/>
        </w:rPr>
        <w:t>:</w:t>
      </w:r>
    </w:p>
    <w:p w14:paraId="156CCC67" w14:textId="798DA0C2" w:rsidR="00C74E3B" w:rsidRPr="00C74E3B" w:rsidRDefault="006076BE" w:rsidP="006076BE">
      <w:pPr>
        <w:autoSpaceDE w:val="0"/>
        <w:autoSpaceDN w:val="0"/>
        <w:adjustRightInd w:val="0"/>
        <w:ind w:left="9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6440AD" w:rsidRPr="003803D4">
        <w:rPr>
          <w:rFonts w:asciiTheme="minorHAnsi" w:hAnsiTheme="minorHAnsi" w:cstheme="minorHAnsi"/>
          <w:b/>
          <w:sz w:val="20"/>
          <w:szCs w:val="20"/>
        </w:rPr>
        <w:t>1</w:t>
      </w:r>
      <w:r w:rsidR="00C74E3B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="00C04CBB">
        <w:rPr>
          <w:rFonts w:asciiTheme="minorHAnsi" w:hAnsiTheme="minorHAnsi" w:cstheme="minorHAnsi"/>
          <w:bCs/>
          <w:sz w:val="20"/>
          <w:szCs w:val="20"/>
        </w:rPr>
        <w:t xml:space="preserve">Opis przedmiotu </w:t>
      </w:r>
      <w:r w:rsidR="006721FB">
        <w:rPr>
          <w:rFonts w:asciiTheme="minorHAnsi" w:hAnsiTheme="minorHAnsi" w:cstheme="minorHAnsi"/>
          <w:bCs/>
          <w:sz w:val="20"/>
          <w:szCs w:val="20"/>
        </w:rPr>
        <w:t>zamówienia</w:t>
      </w:r>
    </w:p>
    <w:p w14:paraId="43608737" w14:textId="12692D13" w:rsidR="006076BE" w:rsidRPr="003803D4" w:rsidRDefault="00C74E3B" w:rsidP="006076BE">
      <w:pPr>
        <w:autoSpaceDE w:val="0"/>
        <w:autoSpaceDN w:val="0"/>
        <w:adjustRightInd w:val="0"/>
        <w:ind w:left="9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3803D4">
        <w:rPr>
          <w:rFonts w:asciiTheme="minorHAnsi" w:hAnsiTheme="minorHAnsi" w:cstheme="minorHAnsi"/>
          <w:b/>
          <w:sz w:val="20"/>
          <w:szCs w:val="20"/>
        </w:rPr>
        <w:t xml:space="preserve">Załącznik Nr 2 </w:t>
      </w:r>
      <w:r w:rsidR="006076BE" w:rsidRPr="003803D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076BE" w:rsidRPr="003803D4">
        <w:rPr>
          <w:rFonts w:asciiTheme="minorHAnsi" w:hAnsiTheme="minorHAnsi" w:cstheme="minorHAnsi"/>
          <w:color w:val="000000"/>
          <w:sz w:val="20"/>
          <w:szCs w:val="20"/>
        </w:rPr>
        <w:t>– Oświadczenie o braku powiązań.</w:t>
      </w:r>
    </w:p>
    <w:p w14:paraId="69301721" w14:textId="76A405DA" w:rsidR="006076BE" w:rsidRPr="003803D4" w:rsidRDefault="006076BE" w:rsidP="006076BE">
      <w:pPr>
        <w:autoSpaceDE w:val="0"/>
        <w:autoSpaceDN w:val="0"/>
        <w:adjustRightInd w:val="0"/>
        <w:ind w:left="984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b/>
          <w:sz w:val="20"/>
          <w:szCs w:val="20"/>
        </w:rPr>
        <w:t>Załącznik Nr</w:t>
      </w:r>
      <w:r w:rsidR="006721FB">
        <w:rPr>
          <w:rFonts w:asciiTheme="minorHAnsi" w:hAnsiTheme="minorHAnsi" w:cstheme="minorHAnsi"/>
          <w:b/>
          <w:sz w:val="20"/>
          <w:szCs w:val="20"/>
        </w:rPr>
        <w:t xml:space="preserve"> 3</w:t>
      </w:r>
      <w:r w:rsidRPr="003803D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803D4">
        <w:rPr>
          <w:rFonts w:asciiTheme="minorHAnsi" w:hAnsiTheme="minorHAnsi" w:cstheme="minorHAnsi"/>
          <w:sz w:val="20"/>
          <w:szCs w:val="20"/>
        </w:rPr>
        <w:t xml:space="preserve">– Oświadczenie o niepodleganiu </w:t>
      </w:r>
      <w:proofErr w:type="spellStart"/>
      <w:r w:rsidRPr="003803D4">
        <w:rPr>
          <w:rFonts w:asciiTheme="minorHAnsi" w:hAnsiTheme="minorHAnsi" w:cstheme="minorHAnsi"/>
          <w:sz w:val="20"/>
          <w:szCs w:val="20"/>
        </w:rPr>
        <w:t>wykluczeniom</w:t>
      </w:r>
      <w:proofErr w:type="spellEnd"/>
      <w:r w:rsidR="00C13DA5" w:rsidRPr="003803D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74F43822" w14:textId="381E8E60" w:rsidR="006076BE" w:rsidRPr="003803D4" w:rsidRDefault="006076BE" w:rsidP="006076BE">
      <w:pPr>
        <w:autoSpaceDE w:val="0"/>
        <w:autoSpaceDN w:val="0"/>
        <w:adjustRightInd w:val="0"/>
        <w:ind w:left="984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3803D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Załącznik Nr </w:t>
      </w:r>
      <w:r w:rsidR="006721FB">
        <w:rPr>
          <w:rFonts w:asciiTheme="minorHAnsi" w:hAnsiTheme="minorHAnsi" w:cstheme="minorHAnsi"/>
          <w:b/>
          <w:color w:val="000000"/>
          <w:sz w:val="20"/>
          <w:szCs w:val="20"/>
        </w:rPr>
        <w:t>4</w:t>
      </w:r>
      <w:r w:rsidRPr="003803D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3803D4">
        <w:rPr>
          <w:rFonts w:asciiTheme="minorHAnsi" w:hAnsiTheme="minorHAnsi" w:cstheme="minorHAnsi"/>
          <w:bCs/>
          <w:color w:val="000000"/>
          <w:sz w:val="20"/>
          <w:szCs w:val="20"/>
        </w:rPr>
        <w:t>–</w:t>
      </w:r>
      <w:r w:rsidRPr="003803D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3803D4">
        <w:rPr>
          <w:rFonts w:asciiTheme="minorHAnsi" w:hAnsiTheme="minorHAnsi" w:cstheme="minorHAnsi"/>
          <w:bCs/>
          <w:color w:val="000000"/>
          <w:sz w:val="20"/>
          <w:szCs w:val="20"/>
        </w:rPr>
        <w:t>OŚWIADCZENIE dot. wykluczenia z postępowania na podstawie art. 7 ust. 1 ustawy z dnia 13 kwietnia 2022 r.</w:t>
      </w:r>
    </w:p>
    <w:p w14:paraId="47E2DC73" w14:textId="43A508EF" w:rsidR="006076BE" w:rsidRPr="003803D4" w:rsidRDefault="006076BE" w:rsidP="006076BE">
      <w:pPr>
        <w:autoSpaceDE w:val="0"/>
        <w:autoSpaceDN w:val="0"/>
        <w:adjustRightInd w:val="0"/>
        <w:ind w:left="984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3803D4">
        <w:rPr>
          <w:rFonts w:asciiTheme="minorHAnsi" w:hAnsiTheme="minorHAnsi" w:cstheme="minorHAnsi"/>
          <w:b/>
          <w:color w:val="000000"/>
          <w:sz w:val="20"/>
          <w:szCs w:val="20"/>
        </w:rPr>
        <w:t>Inne…</w:t>
      </w:r>
      <w:r w:rsidR="006440AD" w:rsidRPr="003803D4">
        <w:rPr>
          <w:rFonts w:asciiTheme="minorHAnsi" w:hAnsiTheme="minorHAnsi" w:cstheme="minorHAnsi"/>
          <w:b/>
          <w:color w:val="000000"/>
          <w:sz w:val="20"/>
          <w:szCs w:val="20"/>
        </w:rPr>
        <w:t>…</w:t>
      </w:r>
      <w:r w:rsidR="006721FB">
        <w:rPr>
          <w:rFonts w:asciiTheme="minorHAnsi" w:hAnsiTheme="minorHAnsi" w:cstheme="minorHAnsi"/>
          <w:b/>
          <w:color w:val="000000"/>
          <w:sz w:val="20"/>
          <w:szCs w:val="20"/>
        </w:rPr>
        <w:t>…….</w:t>
      </w:r>
      <w:r w:rsidR="006440AD" w:rsidRPr="003803D4">
        <w:rPr>
          <w:rFonts w:asciiTheme="minorHAnsi" w:hAnsiTheme="minorHAnsi" w:cstheme="minorHAnsi"/>
          <w:b/>
          <w:color w:val="000000"/>
          <w:sz w:val="20"/>
          <w:szCs w:val="20"/>
        </w:rPr>
        <w:t>….</w:t>
      </w:r>
      <w:r w:rsidRPr="003803D4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</w:p>
    <w:tbl>
      <w:tblPr>
        <w:tblW w:w="893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075"/>
      </w:tblGrid>
      <w:tr w:rsidR="006076BE" w:rsidRPr="003803D4" w14:paraId="7F9246DB" w14:textId="77777777" w:rsidTr="00863A92">
        <w:trPr>
          <w:trHeight w:val="28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0DE7" w14:textId="77777777" w:rsidR="006076BE" w:rsidRPr="003803D4" w:rsidRDefault="006076BE" w:rsidP="00863A92">
            <w:pPr>
              <w:pStyle w:val="Styl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Osoby upoważnione do podpisania niniejszej Oferty w imieniu Wykonawcy/Pełnomocnika</w:t>
            </w:r>
          </w:p>
        </w:tc>
      </w:tr>
      <w:tr w:rsidR="006076BE" w:rsidRPr="003803D4" w14:paraId="2B7E1504" w14:textId="77777777" w:rsidTr="00863A92">
        <w:trPr>
          <w:trHeight w:hRule="exact" w:val="278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54E00" w14:textId="77777777" w:rsidR="006076BE" w:rsidRPr="003803D4" w:rsidRDefault="006076BE" w:rsidP="00863A92">
            <w:pPr>
              <w:pStyle w:val="Styl"/>
              <w:ind w:left="28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Nazwisko i imię</w:t>
            </w:r>
          </w:p>
        </w:tc>
      </w:tr>
      <w:tr w:rsidR="006076BE" w:rsidRPr="003803D4" w14:paraId="00407D77" w14:textId="77777777" w:rsidTr="00863A92">
        <w:trPr>
          <w:trHeight w:hRule="exact" w:val="46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0B14" w14:textId="77777777" w:rsidR="006076BE" w:rsidRPr="003803D4" w:rsidRDefault="006076BE" w:rsidP="00863A92">
            <w:pPr>
              <w:pStyle w:val="Styl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</w:t>
            </w:r>
          </w:p>
          <w:p w14:paraId="532AC2D3" w14:textId="77777777" w:rsidR="006076BE" w:rsidRPr="003803D4" w:rsidRDefault="006076BE" w:rsidP="00863A92">
            <w:pPr>
              <w:pStyle w:val="Styl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A36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10BB020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870928B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1B2ACF3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EA1A092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999E704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076BE" w:rsidRPr="003803D4" w14:paraId="38ED0DCE" w14:textId="77777777" w:rsidTr="00863A92">
        <w:trPr>
          <w:trHeight w:hRule="exact" w:val="42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FF1E" w14:textId="77777777" w:rsidR="006076BE" w:rsidRPr="003803D4" w:rsidRDefault="006076BE" w:rsidP="00863A92">
            <w:pPr>
              <w:pStyle w:val="Styl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0748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076BE" w:rsidRPr="003803D4" w14:paraId="3AA494E8" w14:textId="77777777" w:rsidTr="00863A92">
        <w:trPr>
          <w:trHeight w:hRule="exact" w:val="42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5799" w14:textId="77777777" w:rsidR="006076BE" w:rsidRPr="003803D4" w:rsidRDefault="006076BE" w:rsidP="00863A92">
            <w:pPr>
              <w:pStyle w:val="Styl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803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7886" w14:textId="77777777" w:rsidR="006076BE" w:rsidRPr="003803D4" w:rsidRDefault="006076BE" w:rsidP="00863A92">
            <w:pPr>
              <w:pStyle w:val="Styl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35CC750" w14:textId="77777777" w:rsidR="006076BE" w:rsidRPr="003803D4" w:rsidRDefault="006076BE" w:rsidP="006076BE">
      <w:pPr>
        <w:pStyle w:val="Tekstpodstawowy"/>
        <w:spacing w:before="160" w:line="240" w:lineRule="auto"/>
        <w:ind w:firstLine="0"/>
        <w:rPr>
          <w:rFonts w:asciiTheme="minorHAnsi" w:hAnsiTheme="minorHAnsi" w:cstheme="minorHAnsi"/>
          <w:sz w:val="20"/>
          <w:szCs w:val="20"/>
          <w:lang w:eastAsia="en-US"/>
        </w:rPr>
      </w:pPr>
      <w:r w:rsidRPr="003803D4">
        <w:rPr>
          <w:rFonts w:asciiTheme="minorHAnsi" w:hAnsiTheme="minorHAnsi" w:cstheme="minorHAnsi"/>
          <w:b/>
          <w:i/>
          <w:sz w:val="20"/>
          <w:szCs w:val="20"/>
          <w:u w:val="single"/>
          <w:lang w:eastAsia="en-US"/>
        </w:rPr>
        <w:t>Informacja dla Wykonawcy:</w:t>
      </w:r>
      <w:r w:rsidRPr="003803D4">
        <w:rPr>
          <w:rFonts w:asciiTheme="minorHAnsi" w:hAnsiTheme="minorHAnsi" w:cstheme="minorHAnsi"/>
          <w:i/>
          <w:sz w:val="20"/>
          <w:szCs w:val="20"/>
          <w:u w:val="single"/>
          <w:lang w:eastAsia="en-US"/>
        </w:rPr>
        <w:t xml:space="preserve"> </w:t>
      </w:r>
      <w:r w:rsidRPr="003803D4">
        <w:rPr>
          <w:rFonts w:asciiTheme="minorHAnsi" w:hAnsiTheme="minorHAnsi" w:cstheme="minorHAnsi"/>
          <w:sz w:val="20"/>
          <w:szCs w:val="20"/>
          <w:lang w:eastAsia="en-US"/>
        </w:rPr>
        <w:t>Formularz oferty musi być podpisany przez osobę lub osoby upełnomocnione do reprezentowania Oferenta.</w:t>
      </w:r>
    </w:p>
    <w:p w14:paraId="36872B21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A8E582B" w14:textId="77777777" w:rsidR="006076BE" w:rsidRPr="003803D4" w:rsidRDefault="006076BE" w:rsidP="006076BE">
      <w:pPr>
        <w:rPr>
          <w:rFonts w:asciiTheme="minorHAnsi" w:eastAsia="Batang" w:hAnsiTheme="minorHAnsi" w:cstheme="minorHAnsi"/>
          <w:iCs/>
          <w:sz w:val="20"/>
          <w:szCs w:val="20"/>
        </w:rPr>
      </w:pPr>
      <w:bookmarkStart w:id="1" w:name="_Hlk73969459"/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.................................</w:t>
      </w:r>
      <w:r w:rsidRPr="003803D4">
        <w:rPr>
          <w:rFonts w:asciiTheme="minorHAnsi" w:eastAsia="Batang" w:hAnsiTheme="minorHAnsi" w:cstheme="minorHAnsi"/>
          <w:sz w:val="20"/>
          <w:szCs w:val="20"/>
        </w:rPr>
        <w:t xml:space="preserve">, dnia 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ab/>
      </w:r>
    </w:p>
    <w:p w14:paraId="41D958E4" w14:textId="77777777" w:rsidR="006076BE" w:rsidRPr="003803D4" w:rsidRDefault="006076BE" w:rsidP="006076BE">
      <w:pPr>
        <w:jc w:val="right"/>
        <w:rPr>
          <w:rFonts w:asciiTheme="minorHAnsi" w:eastAsia="Batang" w:hAnsiTheme="minorHAnsi" w:cstheme="minorHAnsi"/>
          <w:i/>
          <w:iCs/>
          <w:sz w:val="20"/>
          <w:szCs w:val="20"/>
        </w:rPr>
      </w:pPr>
      <w:r w:rsidRPr="003803D4">
        <w:rPr>
          <w:rFonts w:asciiTheme="minorHAnsi" w:eastAsia="Batang" w:hAnsiTheme="minorHAnsi" w:cstheme="minorHAnsi"/>
          <w:iCs/>
          <w:sz w:val="20"/>
          <w:szCs w:val="20"/>
        </w:rPr>
        <w:t xml:space="preserve"> 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ab/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ab/>
        <w:t xml:space="preserve">                        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>…………………………………..………………………</w:t>
      </w:r>
    </w:p>
    <w:p w14:paraId="4A33F2A0" w14:textId="77777777" w:rsidR="006076BE" w:rsidRDefault="006076BE" w:rsidP="006076BE">
      <w:pPr>
        <w:ind w:left="5670" w:firstLine="6"/>
        <w:jc w:val="center"/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</w:pP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t xml:space="preserve">/pieczęć i podpis Wykonawcy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br/>
        <w:t>lub osoby upoważnionej do reprezentowania Wykonawcy/</w:t>
      </w:r>
    </w:p>
    <w:p w14:paraId="22E6B931" w14:textId="77777777" w:rsidR="005F77A6" w:rsidRPr="003803D4" w:rsidRDefault="005F77A6" w:rsidP="006076BE">
      <w:pPr>
        <w:ind w:left="5670" w:firstLine="6"/>
        <w:jc w:val="center"/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</w:pPr>
    </w:p>
    <w:bookmarkEnd w:id="1"/>
    <w:p w14:paraId="784ED225" w14:textId="09CD371C" w:rsidR="003803D4" w:rsidRPr="009736C5" w:rsidRDefault="003803D4" w:rsidP="003803D4">
      <w:pPr>
        <w:autoSpaceDE w:val="0"/>
        <w:autoSpaceDN w:val="0"/>
        <w:adjustRightInd w:val="0"/>
        <w:jc w:val="both"/>
        <w:rPr>
          <w:rFonts w:asciiTheme="minorHAnsi" w:eastAsia="SimSun" w:hAnsiTheme="minorHAnsi" w:cstheme="minorHAnsi"/>
          <w:i/>
          <w:iCs/>
          <w:color w:val="000000"/>
          <w:kern w:val="2"/>
          <w:sz w:val="16"/>
          <w:szCs w:val="16"/>
          <w:lang w:eastAsia="hi-IN" w:bidi="hi-IN"/>
        </w:rPr>
      </w:pPr>
      <w:r w:rsidRPr="009736C5">
        <w:rPr>
          <w:rFonts w:asciiTheme="minorHAnsi" w:eastAsia="SimSun" w:hAnsiTheme="minorHAnsi" w:cstheme="minorHAnsi"/>
          <w:i/>
          <w:iCs/>
          <w:color w:val="000000"/>
          <w:kern w:val="2"/>
          <w:sz w:val="16"/>
          <w:szCs w:val="16"/>
          <w:lang w:eastAsia="hi-IN" w:bidi="hi-IN"/>
        </w:rPr>
        <w:t xml:space="preserve">* RODO –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67522B" w14:textId="31006C7D" w:rsidR="003803D4" w:rsidRPr="009736C5" w:rsidRDefault="003803D4" w:rsidP="003803D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6"/>
          <w:szCs w:val="16"/>
        </w:rPr>
      </w:pPr>
      <w:r w:rsidRPr="009736C5">
        <w:rPr>
          <w:rFonts w:asciiTheme="minorHAnsi" w:eastAsia="SimSun" w:hAnsiTheme="minorHAnsi" w:cstheme="minorHAnsi"/>
          <w:i/>
          <w:iCs/>
          <w:color w:val="000000"/>
          <w:kern w:val="2"/>
          <w:sz w:val="16"/>
          <w:szCs w:val="16"/>
          <w:lang w:eastAsia="hi-IN" w:bidi="hi-IN"/>
        </w:rPr>
        <w:t>** W przypadku gdy Wykonawca nie przekazuje danych osobowych innych niż bezpośrednio jego dotyczących lub zachodzi wyłączenie stosowania obowiązku informacyjnego stosowanie do art. 13 ust. 4 lub art. 14 ust. 5 RODO treści oświadczenia Wykonawca nie składa (usunięcie treści oświadczenia np. przez jego wykreślenie).   </w:t>
      </w:r>
      <w:r w:rsidRPr="009736C5">
        <w:rPr>
          <w:rFonts w:asciiTheme="minorHAnsi" w:eastAsia="SimSun" w:hAnsiTheme="minorHAnsi" w:cstheme="minorHAnsi"/>
          <w:color w:val="000000"/>
          <w:kern w:val="2"/>
          <w:sz w:val="16"/>
          <w:szCs w:val="16"/>
          <w:lang w:eastAsia="hi-IN" w:bidi="hi-IN"/>
        </w:rPr>
        <w:t>  </w:t>
      </w:r>
    </w:p>
    <w:p w14:paraId="1BE9C0CA" w14:textId="7CC7F4B7" w:rsidR="006076BE" w:rsidRDefault="006076BE" w:rsidP="006076BE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0"/>
          <w:szCs w:val="20"/>
        </w:rPr>
      </w:pPr>
    </w:p>
    <w:p w14:paraId="546BECC3" w14:textId="77777777" w:rsidR="00DA5679" w:rsidRDefault="00DA5679" w:rsidP="006076BE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0"/>
          <w:szCs w:val="20"/>
        </w:rPr>
      </w:pPr>
    </w:p>
    <w:p w14:paraId="6D523A07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i/>
          <w:sz w:val="20"/>
          <w:szCs w:val="20"/>
        </w:rPr>
      </w:pPr>
      <w:bookmarkStart w:id="2" w:name="_Hlk73969237"/>
      <w:r w:rsidRPr="003803D4">
        <w:rPr>
          <w:rFonts w:asciiTheme="minorHAnsi" w:hAnsiTheme="minorHAnsi" w:cstheme="minorHAnsi"/>
          <w:bCs/>
          <w:i/>
          <w:sz w:val="20"/>
          <w:szCs w:val="20"/>
        </w:rPr>
        <w:lastRenderedPageBreak/>
        <w:t>Zał. Nr 1 do Formularza ofertowego</w:t>
      </w:r>
    </w:p>
    <w:p w14:paraId="25E56D48" w14:textId="57CEE32D" w:rsidR="006076BE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2766759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B33FC13" w14:textId="63FAFA1C" w:rsidR="006721FB" w:rsidRDefault="006721FB" w:rsidP="006721FB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</w:rPr>
        <w:t>Opis Przedmiotu Zamówienia</w:t>
      </w:r>
    </w:p>
    <w:p w14:paraId="43C367BC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0"/>
        <w:gridCol w:w="8689"/>
      </w:tblGrid>
      <w:tr w:rsidR="00956571" w:rsidRPr="00D63F18" w14:paraId="39F0ED75" w14:textId="77777777" w:rsidTr="00A96DCC">
        <w:trPr>
          <w:trHeight w:val="771"/>
        </w:trPr>
        <w:tc>
          <w:tcPr>
            <w:tcW w:w="520" w:type="dxa"/>
            <w:shd w:val="clear" w:color="auto" w:fill="D9D9D9" w:themeFill="background1" w:themeFillShade="D9"/>
            <w:vAlign w:val="center"/>
          </w:tcPr>
          <w:p w14:paraId="58151291" w14:textId="77777777" w:rsidR="00956571" w:rsidRPr="008B396F" w:rsidRDefault="00956571" w:rsidP="00F33FE3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B396F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689" w:type="dxa"/>
            <w:shd w:val="clear" w:color="auto" w:fill="D9D9D9" w:themeFill="background1" w:themeFillShade="D9"/>
            <w:vAlign w:val="center"/>
          </w:tcPr>
          <w:p w14:paraId="6D3A7F9B" w14:textId="070CD1F8" w:rsidR="00956571" w:rsidRDefault="002F21CA" w:rsidP="00F33FE3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Pomoce naukowe</w:t>
            </w:r>
            <w:r w:rsidR="008174A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– wymagania minimalne</w:t>
            </w:r>
          </w:p>
          <w:p w14:paraId="40911C31" w14:textId="0E3A4A66" w:rsidR="003C704F" w:rsidRPr="008B396F" w:rsidRDefault="003C704F" w:rsidP="003C704F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56571" w:rsidRPr="00D63F18" w14:paraId="5F13B316" w14:textId="77777777" w:rsidTr="00A96DCC">
        <w:tc>
          <w:tcPr>
            <w:tcW w:w="520" w:type="dxa"/>
          </w:tcPr>
          <w:p w14:paraId="6AD27F29" w14:textId="1ABC21BB" w:rsidR="00956571" w:rsidRPr="001433B4" w:rsidRDefault="00956571" w:rsidP="00F33FE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689" w:type="dxa"/>
          </w:tcPr>
          <w:p w14:paraId="6B868D8E" w14:textId="77777777" w:rsidR="00C961C6" w:rsidRDefault="00A34EEA" w:rsidP="00273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Aparat lustrzanka z obiektywami:</w:t>
            </w:r>
          </w:p>
          <w:p w14:paraId="00D2CF22" w14:textId="09491C4B" w:rsidR="00A34EEA" w:rsidRDefault="00A34EEA" w:rsidP="00273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rozdzielczość: 24.1 </w:t>
            </w:r>
            <w:proofErr w:type="spellStart"/>
            <w:r>
              <w:rPr>
                <w:rFonts w:asciiTheme="minorHAnsi" w:hAnsiTheme="minorHAnsi" w:cstheme="minorHAnsi"/>
              </w:rPr>
              <w:t>Mpx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14:paraId="28DE3342" w14:textId="69EE841D" w:rsidR="00A34EEA" w:rsidRDefault="00A34EEA" w:rsidP="00273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rozdzielczość przetwornika: 25.8 MPX,</w:t>
            </w:r>
          </w:p>
          <w:p w14:paraId="3F127071" w14:textId="448B7A28" w:rsidR="00A34EEA" w:rsidRDefault="00A34EEA" w:rsidP="00273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451A3E">
              <w:rPr>
                <w:rFonts w:asciiTheme="minorHAnsi" w:hAnsiTheme="minorHAnsi" w:cstheme="minorHAnsi"/>
              </w:rPr>
              <w:t>w zestawie 2 obiektyw</w:t>
            </w:r>
            <w:r w:rsidR="001F2FD2">
              <w:rPr>
                <w:rFonts w:asciiTheme="minorHAnsi" w:hAnsiTheme="minorHAnsi" w:cstheme="minorHAnsi"/>
              </w:rPr>
              <w:t>y</w:t>
            </w:r>
            <w:r w:rsidR="00214D64">
              <w:rPr>
                <w:rFonts w:asciiTheme="minorHAnsi" w:hAnsiTheme="minorHAnsi" w:cstheme="minorHAnsi"/>
              </w:rPr>
              <w:t xml:space="preserve"> z dekielkami</w:t>
            </w:r>
            <w:r w:rsidR="001F2FD2">
              <w:rPr>
                <w:rFonts w:asciiTheme="minorHAnsi" w:hAnsiTheme="minorHAnsi" w:cstheme="minorHAnsi"/>
              </w:rPr>
              <w:t xml:space="preserve">: 55-250mm, </w:t>
            </w:r>
            <w:r w:rsidR="00541E49">
              <w:rPr>
                <w:rFonts w:asciiTheme="minorHAnsi" w:hAnsiTheme="minorHAnsi" w:cstheme="minorHAnsi"/>
              </w:rPr>
              <w:t>18-55 mm,</w:t>
            </w:r>
          </w:p>
          <w:p w14:paraId="5FBBCEAD" w14:textId="0F92BE34" w:rsidR="00451A3E" w:rsidRDefault="00451A3E" w:rsidP="00451A3E">
            <w:pPr>
              <w:pStyle w:val="posiadastabilizacjeobrazu"/>
            </w:pPr>
            <w:r>
              <w:t xml:space="preserve">- posiada ekran LCD o wielkości min. 3 cali, rozdzielczość efektywna 24.1 </w:t>
            </w:r>
            <w:proofErr w:type="spellStart"/>
            <w:r>
              <w:t>Mpx</w:t>
            </w:r>
            <w:proofErr w:type="spellEnd"/>
            <w:r>
              <w:t xml:space="preserve">, </w:t>
            </w:r>
            <w:r w:rsidR="003B0F9F">
              <w:t xml:space="preserve">ruchomy, </w:t>
            </w:r>
          </w:p>
          <w:p w14:paraId="54420F1E" w14:textId="53015127" w:rsidR="00DF65BB" w:rsidRDefault="00DF65BB" w:rsidP="00451A3E">
            <w:pPr>
              <w:pStyle w:val="posiadastabilizacjeobrazu"/>
            </w:pPr>
            <w:r>
              <w:t>- aparat z matrycą</w:t>
            </w:r>
            <w:r w:rsidR="00C2318D">
              <w:t xml:space="preserve"> (22.3x14.9 mm)</w:t>
            </w:r>
            <w:r>
              <w:t>,</w:t>
            </w:r>
          </w:p>
          <w:p w14:paraId="18D794F0" w14:textId="1B82A1B2" w:rsidR="00DF65BB" w:rsidRDefault="00DF65BB" w:rsidP="00451A3E">
            <w:pPr>
              <w:pStyle w:val="posiadastabilizacjeobrazu"/>
            </w:pPr>
            <w:r>
              <w:t xml:space="preserve">- </w:t>
            </w:r>
            <w:r w:rsidR="00AF742C">
              <w:t>jasność obiektywu f/4.0-5.6,</w:t>
            </w:r>
          </w:p>
          <w:p w14:paraId="7DF5D2BE" w14:textId="286DCF83" w:rsidR="00AF742C" w:rsidRDefault="00C91163" w:rsidP="00451A3E">
            <w:pPr>
              <w:pStyle w:val="posiadastabilizacjeobrazu"/>
            </w:pPr>
            <w:r>
              <w:t>- mocowanie pasujące fabrycznie aparatu,</w:t>
            </w:r>
          </w:p>
          <w:p w14:paraId="07C0D473" w14:textId="349CCF78" w:rsidR="00C91163" w:rsidRDefault="00C91163" w:rsidP="00451A3E">
            <w:pPr>
              <w:pStyle w:val="posiadastabilizacjeobrazu"/>
            </w:pPr>
            <w:r>
              <w:t xml:space="preserve">- </w:t>
            </w:r>
            <w:r w:rsidR="003B0F9F">
              <w:t>rozdzielczość ekranu 1040,</w:t>
            </w:r>
          </w:p>
          <w:p w14:paraId="71DBEE8B" w14:textId="3006B168" w:rsidR="0000772A" w:rsidRDefault="0000772A" w:rsidP="00451A3E">
            <w:pPr>
              <w:pStyle w:val="posiadastabilizacjeobrazu"/>
            </w:pPr>
            <w:r>
              <w:t xml:space="preserve">- </w:t>
            </w:r>
            <w:r w:rsidR="00582027">
              <w:t>pos</w:t>
            </w:r>
            <w:r w:rsidR="0060589D">
              <w:t>i</w:t>
            </w:r>
            <w:r w:rsidR="00582027">
              <w:t>ada wizjer,</w:t>
            </w:r>
          </w:p>
          <w:p w14:paraId="49E2A9A3" w14:textId="26C962D3" w:rsidR="00582027" w:rsidRDefault="00582027" w:rsidP="00451A3E">
            <w:pPr>
              <w:pStyle w:val="posiadastabilizacjeobrazu"/>
            </w:pPr>
            <w:r>
              <w:t>- zakres czułości: 100-25600,</w:t>
            </w:r>
          </w:p>
          <w:p w14:paraId="4BF93A06" w14:textId="0EE8E6CA" w:rsidR="00582027" w:rsidRDefault="00582027" w:rsidP="00451A3E">
            <w:pPr>
              <w:pStyle w:val="posiadastabilizacjeobrazu"/>
            </w:pPr>
            <w:r>
              <w:t xml:space="preserve">- </w:t>
            </w:r>
            <w:r w:rsidR="005C062F">
              <w:t>złącze HDMI,</w:t>
            </w:r>
          </w:p>
          <w:p w14:paraId="199B0ABD" w14:textId="140C7182" w:rsidR="005C062F" w:rsidRDefault="005C062F" w:rsidP="00451A3E">
            <w:pPr>
              <w:pStyle w:val="posiadastabilizacjeobrazu"/>
            </w:pPr>
            <w:r>
              <w:t xml:space="preserve">- </w:t>
            </w:r>
            <w:r w:rsidR="0057641A">
              <w:t>lampa powinna być wbudowana,</w:t>
            </w:r>
          </w:p>
          <w:p w14:paraId="7BBB3915" w14:textId="3FFC20F0" w:rsidR="0057641A" w:rsidRDefault="0057641A" w:rsidP="00451A3E">
            <w:pPr>
              <w:pStyle w:val="posiadastabilizacjeobrazu"/>
            </w:pPr>
            <w:r>
              <w:t xml:space="preserve">- </w:t>
            </w:r>
            <w:r w:rsidR="0017277C">
              <w:t xml:space="preserve">złącze </w:t>
            </w:r>
            <w:proofErr w:type="spellStart"/>
            <w:r w:rsidR="0017277C">
              <w:t>usb</w:t>
            </w:r>
            <w:proofErr w:type="spellEnd"/>
            <w:r w:rsidR="0017277C">
              <w:t xml:space="preserve"> 2.0,</w:t>
            </w:r>
          </w:p>
          <w:p w14:paraId="7909465F" w14:textId="36365E8C" w:rsidR="0017277C" w:rsidRDefault="0017277C" w:rsidP="00451A3E">
            <w:pPr>
              <w:pStyle w:val="posiadastabilizacjeobrazu"/>
            </w:pPr>
            <w:r>
              <w:t>- aparat powinien posiadać funkcje bezprzewodowego łączenia się po przez Wi-Fi oraz Bluetooth,</w:t>
            </w:r>
          </w:p>
          <w:p w14:paraId="52E56C5A" w14:textId="11EA5C4C" w:rsidR="0017277C" w:rsidRDefault="0017277C" w:rsidP="00451A3E">
            <w:pPr>
              <w:pStyle w:val="posiadastabilizacjeobrazu"/>
            </w:pPr>
            <w:r>
              <w:t xml:space="preserve">- </w:t>
            </w:r>
            <w:r w:rsidR="005267CA">
              <w:t>możliwość nagrywania filmów</w:t>
            </w:r>
            <w:r w:rsidR="00BB7EFF">
              <w:t xml:space="preserve"> w rozdzielczości 3840x2160</w:t>
            </w:r>
            <w:r w:rsidR="005267CA">
              <w:t>,</w:t>
            </w:r>
            <w:r w:rsidR="008871A2">
              <w:t xml:space="preserve"> </w:t>
            </w:r>
            <w:r w:rsidR="008442C1">
              <w:t xml:space="preserve">4K, </w:t>
            </w:r>
          </w:p>
          <w:p w14:paraId="52B73546" w14:textId="6DCE5C8A" w:rsidR="005267CA" w:rsidRDefault="005267CA" w:rsidP="00451A3E">
            <w:pPr>
              <w:pStyle w:val="posiadastabilizacjeobrazu"/>
            </w:pPr>
            <w:r>
              <w:t xml:space="preserve">- </w:t>
            </w:r>
            <w:r w:rsidR="00CF6572">
              <w:t>zoom optyczny,</w:t>
            </w:r>
          </w:p>
          <w:p w14:paraId="2B8F21D1" w14:textId="4D6F543A" w:rsidR="00CF6572" w:rsidRDefault="00CF6572" w:rsidP="00451A3E">
            <w:pPr>
              <w:pStyle w:val="posiadastabilizacjeobrazu"/>
            </w:pPr>
            <w:r>
              <w:t xml:space="preserve">- </w:t>
            </w:r>
            <w:r w:rsidR="006525B4">
              <w:t>zdjęcia seryjne,</w:t>
            </w:r>
          </w:p>
          <w:p w14:paraId="4F3F030E" w14:textId="194960F7" w:rsidR="006525B4" w:rsidRDefault="006525B4" w:rsidP="00451A3E">
            <w:pPr>
              <w:pStyle w:val="posiadastabilizacjeobrazu"/>
            </w:pPr>
            <w:r>
              <w:t xml:space="preserve">- </w:t>
            </w:r>
            <w:r w:rsidR="00BB7EFF">
              <w:t>obsługiwane karty pamięci: SD, SDHC, SDXC,</w:t>
            </w:r>
          </w:p>
          <w:p w14:paraId="07683449" w14:textId="69DDCB93" w:rsidR="00BB7EFF" w:rsidRDefault="00BB7EFF" w:rsidP="00451A3E">
            <w:pPr>
              <w:pStyle w:val="posiadastabilizacjeobrazu"/>
            </w:pPr>
            <w:r>
              <w:t xml:space="preserve">- </w:t>
            </w:r>
            <w:r w:rsidR="00933460">
              <w:t>kolor: preferowany czarny,</w:t>
            </w:r>
          </w:p>
          <w:p w14:paraId="77A9B680" w14:textId="06A3C141" w:rsidR="00933460" w:rsidRDefault="00933460" w:rsidP="00451A3E">
            <w:pPr>
              <w:pStyle w:val="posiadastabilizacjeobrazu"/>
            </w:pPr>
            <w:r>
              <w:t xml:space="preserve">- </w:t>
            </w:r>
            <w:r w:rsidR="00C64A1C">
              <w:t xml:space="preserve">aparat wyposażony będzie: w pasek na ramię, </w:t>
            </w:r>
            <w:r w:rsidR="00BF43E6">
              <w:t xml:space="preserve">instrukcję w języku polskim, </w:t>
            </w:r>
          </w:p>
          <w:p w14:paraId="0B6AD852" w14:textId="7A08251C" w:rsidR="003B0F9F" w:rsidRDefault="00BF43E6" w:rsidP="00451A3E">
            <w:pPr>
              <w:pStyle w:val="posiadastabilizacjeobrazu"/>
            </w:pPr>
            <w:r>
              <w:t>- gwarancją 24 miesięczna,</w:t>
            </w:r>
          </w:p>
          <w:p w14:paraId="2C365003" w14:textId="47C42AEB" w:rsidR="001F2FD2" w:rsidRDefault="001F2FD2" w:rsidP="00451A3E">
            <w:pPr>
              <w:pStyle w:val="posiadastabilizacjeobrazu"/>
            </w:pPr>
            <w:r>
              <w:t>- w zestawie: akumulator, ładowarka oraz przewód zasilający,</w:t>
            </w:r>
          </w:p>
          <w:p w14:paraId="1EBF1FCF" w14:textId="606A8B59" w:rsidR="001F2FD2" w:rsidRDefault="001F2FD2" w:rsidP="00451A3E">
            <w:pPr>
              <w:pStyle w:val="posiadastabilizacjeobrazu"/>
            </w:pPr>
            <w:r>
              <w:t>- karta pamięci – 256 GB,</w:t>
            </w:r>
          </w:p>
          <w:p w14:paraId="419619D6" w14:textId="0EDC8433" w:rsidR="00C35C77" w:rsidRDefault="00C35C77" w:rsidP="00451A3E">
            <w:pPr>
              <w:pStyle w:val="posiadastabilizacjeobrazu"/>
            </w:pPr>
            <w:r>
              <w:t>- zapewnienie obrazu w czasie rzeczywistym,</w:t>
            </w:r>
          </w:p>
          <w:p w14:paraId="6D9C7710" w14:textId="30B1938A" w:rsidR="00C35C77" w:rsidRDefault="00C35C77" w:rsidP="00451A3E">
            <w:pPr>
              <w:pStyle w:val="posiadastabilizacjeobrazu"/>
            </w:pPr>
            <w:r>
              <w:t xml:space="preserve">- </w:t>
            </w:r>
            <w:r w:rsidR="00010F13">
              <w:t xml:space="preserve">w zestawie znajdować się będzie: statyw z regulacją wysokości - teleskopowy, torba transportowa z paskiem, pas do aparatu, </w:t>
            </w:r>
          </w:p>
          <w:p w14:paraId="4F6D431D" w14:textId="2DB49BCF" w:rsidR="00C9382B" w:rsidRDefault="00C9382B" w:rsidP="00451A3E">
            <w:pPr>
              <w:pStyle w:val="posiadastabilizacjeobrazu"/>
            </w:pPr>
            <w:r>
              <w:t>- produkt fabrycznie nowy,</w:t>
            </w:r>
          </w:p>
          <w:p w14:paraId="0EE5192C" w14:textId="746EFF48" w:rsidR="00A34EEA" w:rsidRDefault="00A34EEA" w:rsidP="00273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Zdjęcie poglądowe, przykładowe</w:t>
            </w:r>
          </w:p>
          <w:p w14:paraId="28654A0C" w14:textId="614451C9" w:rsidR="00A34EEA" w:rsidRPr="001433B4" w:rsidRDefault="00A34EEA" w:rsidP="00A34EEA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253670B" wp14:editId="0FE5DE84">
                  <wp:extent cx="1571625" cy="1401561"/>
                  <wp:effectExtent l="0" t="0" r="0" b="8255"/>
                  <wp:docPr id="57750211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203" cy="143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571" w:rsidRPr="00D63F18" w14:paraId="023FF290" w14:textId="77777777" w:rsidTr="00A96DCC">
        <w:tc>
          <w:tcPr>
            <w:tcW w:w="520" w:type="dxa"/>
          </w:tcPr>
          <w:p w14:paraId="11CA29B0" w14:textId="3E66C5FF" w:rsidR="00956571" w:rsidRPr="001433B4" w:rsidRDefault="00956571" w:rsidP="00F33FE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lastRenderedPageBreak/>
              <w:t>2.</w:t>
            </w:r>
          </w:p>
        </w:tc>
        <w:tc>
          <w:tcPr>
            <w:tcW w:w="8689" w:type="dxa"/>
          </w:tcPr>
          <w:p w14:paraId="18B77682" w14:textId="0CA722BA" w:rsidR="005A3A93" w:rsidRPr="0049230E" w:rsidRDefault="00744504" w:rsidP="00744504">
            <w:pPr>
              <w:pStyle w:val="Podtytu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9230E">
              <w:rPr>
                <w:rFonts w:cstheme="minorHAnsi"/>
                <w:color w:val="000000" w:themeColor="text1"/>
                <w:sz w:val="24"/>
                <w:szCs w:val="24"/>
              </w:rPr>
              <w:t xml:space="preserve">Lornetka – </w:t>
            </w:r>
            <w:r w:rsidR="00023591">
              <w:rPr>
                <w:rFonts w:cstheme="minorHAnsi"/>
                <w:color w:val="000000" w:themeColor="text1"/>
                <w:sz w:val="24"/>
                <w:szCs w:val="24"/>
              </w:rPr>
              <w:t>15</w:t>
            </w:r>
            <w:r w:rsidRPr="0049230E">
              <w:rPr>
                <w:rFonts w:cstheme="minorHAnsi"/>
                <w:color w:val="000000" w:themeColor="text1"/>
                <w:sz w:val="24"/>
                <w:szCs w:val="24"/>
              </w:rPr>
              <w:t xml:space="preserve"> szt.:</w:t>
            </w:r>
          </w:p>
          <w:p w14:paraId="0137CC3B" w14:textId="77777777" w:rsidR="00744504" w:rsidRPr="0049230E" w:rsidRDefault="00744504" w:rsidP="00744504">
            <w:pPr>
              <w:rPr>
                <w:rFonts w:asciiTheme="minorHAnsi" w:hAnsiTheme="minorHAnsi" w:cstheme="minorHAnsi"/>
              </w:rPr>
            </w:pPr>
            <w:r w:rsidRPr="0049230E">
              <w:rPr>
                <w:rFonts w:asciiTheme="minorHAnsi" w:hAnsiTheme="minorHAnsi" w:cstheme="minorHAnsi"/>
              </w:rPr>
              <w:t xml:space="preserve">- </w:t>
            </w:r>
            <w:r w:rsidR="0049230E" w:rsidRPr="0049230E">
              <w:rPr>
                <w:rFonts w:asciiTheme="minorHAnsi" w:hAnsiTheme="minorHAnsi" w:cstheme="minorHAnsi"/>
              </w:rPr>
              <w:t>powiększenie – 10x,</w:t>
            </w:r>
          </w:p>
          <w:p w14:paraId="4D5741A6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 w:rsidRPr="0049230E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średnica obiektywu 50 mm,</w:t>
            </w:r>
          </w:p>
          <w:p w14:paraId="6A9C3DDF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pole widzenia 122 przy 1000 m,</w:t>
            </w:r>
          </w:p>
          <w:p w14:paraId="75F03854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regulacja dioptrii,</w:t>
            </w:r>
          </w:p>
          <w:p w14:paraId="5A3E3471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torba z paskiem na ramię,</w:t>
            </w:r>
          </w:p>
          <w:p w14:paraId="21B7EEFA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osłony obiektywów,</w:t>
            </w:r>
          </w:p>
          <w:p w14:paraId="1BBA8AC8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waga z etui około 850 g,</w:t>
            </w:r>
          </w:p>
          <w:p w14:paraId="7DC98D68" w14:textId="77777777" w:rsidR="0049230E" w:rsidRDefault="0049230E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obudowa z tworzywa sztucznego, gumowana na zewnątrz,</w:t>
            </w:r>
          </w:p>
          <w:p w14:paraId="76BE2F1F" w14:textId="77777777" w:rsidR="0049230E" w:rsidRDefault="00C9382B" w:rsidP="007445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produkt fabrycznie nowy,</w:t>
            </w:r>
          </w:p>
          <w:p w14:paraId="432A1F53" w14:textId="77777777" w:rsidR="006667E3" w:rsidRDefault="006667E3" w:rsidP="006667E3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Zdjęcie poglądowe, przykładowe</w:t>
            </w:r>
          </w:p>
          <w:p w14:paraId="13ADFE7C" w14:textId="262CC041" w:rsidR="006667E3" w:rsidRPr="0049230E" w:rsidRDefault="006667E3" w:rsidP="00744504">
            <w:pPr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2EA90F55" wp14:editId="063D2DFD">
                  <wp:extent cx="1753737" cy="1721802"/>
                  <wp:effectExtent l="0" t="0" r="0" b="0"/>
                  <wp:docPr id="104543065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6197" cy="1753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DD83297" wp14:editId="75923D0E">
                  <wp:extent cx="1718340" cy="1721001"/>
                  <wp:effectExtent l="0" t="0" r="0" b="0"/>
                  <wp:docPr id="166177568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213" cy="1745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571" w:rsidRPr="00D63F18" w14:paraId="5A5DC044" w14:textId="77777777" w:rsidTr="00A96DCC">
        <w:tc>
          <w:tcPr>
            <w:tcW w:w="520" w:type="dxa"/>
          </w:tcPr>
          <w:p w14:paraId="6A49372E" w14:textId="07C690EC" w:rsidR="00956571" w:rsidRPr="001433B4" w:rsidRDefault="00956571" w:rsidP="00F33FE3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689" w:type="dxa"/>
          </w:tcPr>
          <w:p w14:paraId="7B4A444D" w14:textId="74281FD5" w:rsidR="005A3A93" w:rsidRDefault="00C236B5" w:rsidP="009E30D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Kompas mapowy </w:t>
            </w:r>
            <w:r w:rsidR="00BF6E21">
              <w:rPr>
                <w:rFonts w:asciiTheme="minorHAnsi" w:hAnsiTheme="minorHAnsi" w:cstheme="minorHAnsi"/>
              </w:rPr>
              <w:t xml:space="preserve">- </w:t>
            </w:r>
            <w:r w:rsidR="00457085">
              <w:rPr>
                <w:rFonts w:asciiTheme="minorHAnsi" w:hAnsiTheme="minorHAnsi" w:cstheme="minorHAnsi"/>
              </w:rPr>
              <w:t>15</w:t>
            </w:r>
            <w:r>
              <w:rPr>
                <w:rFonts w:asciiTheme="minorHAnsi" w:hAnsiTheme="minorHAnsi" w:cstheme="minorHAnsi"/>
              </w:rPr>
              <w:t xml:space="preserve"> szt.:</w:t>
            </w:r>
          </w:p>
          <w:p w14:paraId="257A2AE8" w14:textId="77777777" w:rsidR="00C236B5" w:rsidRDefault="00C236B5" w:rsidP="009E30D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36B5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p</w:t>
            </w:r>
            <w:r w:rsidRPr="00C236B5">
              <w:rPr>
                <w:rFonts w:asciiTheme="minorHAnsi" w:hAnsiTheme="minorHAnsi" w:cstheme="minorHAnsi"/>
              </w:rPr>
              <w:t>rzezroczysty korpus umożliwia odczyt informacji bezpośrednio na mapie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6BD17DD" w14:textId="77777777" w:rsidR="00C236B5" w:rsidRDefault="00C236B5" w:rsidP="009E30D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C236B5">
              <w:rPr>
                <w:rFonts w:asciiTheme="minorHAnsi" w:hAnsiTheme="minorHAnsi" w:cstheme="minorHAnsi"/>
              </w:rPr>
              <w:t>osiada linijkę do obliczania odległości na mapie w skali </w:t>
            </w:r>
            <w:r w:rsidRPr="00C236B5">
              <w:rPr>
                <w:rFonts w:asciiTheme="minorHAnsi" w:hAnsiTheme="minorHAnsi" w:cstheme="minorHAnsi"/>
                <w:b/>
                <w:bCs/>
              </w:rPr>
              <w:t>1:25 000 lub 1:50 000</w:t>
            </w:r>
            <w:r w:rsidRPr="00C236B5">
              <w:rPr>
                <w:rFonts w:asciiTheme="minorHAnsi" w:hAnsiTheme="minorHAnsi" w:cstheme="minorHAnsi"/>
              </w:rPr>
              <w:t>, szkło powiększające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03F44C15" w14:textId="77777777" w:rsidR="00C236B5" w:rsidRDefault="00C236B5" w:rsidP="009E30D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36B5">
              <w:rPr>
                <w:rFonts w:asciiTheme="minorHAnsi" w:hAnsiTheme="minorHAnsi" w:cstheme="minorHAnsi"/>
              </w:rPr>
              <w:t>kompas magnetyczny</w:t>
            </w:r>
            <w:r>
              <w:rPr>
                <w:rFonts w:asciiTheme="minorHAnsi" w:hAnsiTheme="minorHAnsi" w:cstheme="minorHAnsi"/>
              </w:rPr>
              <w:t xml:space="preserve"> i jednocześnie</w:t>
            </w:r>
            <w:r w:rsidRPr="00C236B5">
              <w:rPr>
                <w:rFonts w:asciiTheme="minorHAnsi" w:hAnsiTheme="minorHAnsi" w:cstheme="minorHAnsi"/>
              </w:rPr>
              <w:t xml:space="preserve"> płynny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75B301F1" w14:textId="77777777" w:rsidR="00C236B5" w:rsidRDefault="00C236B5" w:rsidP="00C236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C236B5">
              <w:rPr>
                <w:rFonts w:asciiTheme="minorHAnsi" w:hAnsiTheme="minorHAnsi" w:cstheme="minorHAnsi"/>
              </w:rPr>
              <w:t xml:space="preserve"> celu szybkiej orientacji za pomocą kompasu wymyślili strzałkę, aby zanurzyć się w cieczy. Lepką ciecz wlewa się do hermetycznie zamkniętej plastikowej kapsułki, w której strzałka się nie obraca. Ze względu na to, że lepkość cieczy jest większa niż lepkość gazu, igła uspokaja się bardzo szybko - w mniej niż 2 sekundy! </w:t>
            </w:r>
          </w:p>
          <w:p w14:paraId="0ECEA32B" w14:textId="77777777" w:rsidR="00C236B5" w:rsidRDefault="00C236B5" w:rsidP="00C236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C236B5">
              <w:rPr>
                <w:rFonts w:asciiTheme="minorHAnsi" w:hAnsiTheme="minorHAnsi" w:cstheme="minorHAnsi"/>
              </w:rPr>
              <w:t>kompas znajduje się na ramie z zaznaczonymi liniami, na której obraca się kapsuła z kończyną i strzałką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37AC3315" w14:textId="77777777" w:rsidR="00C236B5" w:rsidRDefault="00C236B5" w:rsidP="00C236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C236B5">
              <w:rPr>
                <w:rFonts w:asciiTheme="minorHAnsi" w:hAnsiTheme="minorHAnsi" w:cstheme="minorHAnsi"/>
              </w:rPr>
              <w:t>amka jest prostokątna, wykonana z lekkiego przezroczystego tworzywa sztucznego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FD203A4" w14:textId="77777777" w:rsidR="00C236B5" w:rsidRDefault="00C236B5" w:rsidP="00C236B5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Zdjęcie poglądowe, przykładowe</w:t>
            </w:r>
          </w:p>
          <w:p w14:paraId="15D6DAC0" w14:textId="345DB0DD" w:rsidR="00C236B5" w:rsidRPr="001433B4" w:rsidRDefault="00C236B5" w:rsidP="00C236B5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5DFBAA" wp14:editId="71864301">
                  <wp:extent cx="2653123" cy="1596788"/>
                  <wp:effectExtent l="0" t="0" r="0" b="3810"/>
                  <wp:docPr id="942349839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732" cy="162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3B4" w:rsidRPr="00D63F18" w14:paraId="55CD8A8A" w14:textId="77777777" w:rsidTr="00A96DCC">
        <w:tc>
          <w:tcPr>
            <w:tcW w:w="520" w:type="dxa"/>
          </w:tcPr>
          <w:p w14:paraId="2F84778B" w14:textId="1F67BE5F" w:rsidR="001433B4" w:rsidRPr="001433B4" w:rsidRDefault="001433B4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8689" w:type="dxa"/>
          </w:tcPr>
          <w:p w14:paraId="01788210" w14:textId="5E689AEE" w:rsidR="001433B4" w:rsidRDefault="009D22E3" w:rsidP="001433B4">
            <w:pPr>
              <w:pStyle w:val="NormalnyWeb"/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Lupa podświetlana z bateriami </w:t>
            </w:r>
            <w:r w:rsidR="00BF6E21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15 szt.</w:t>
            </w:r>
          </w:p>
          <w:p w14:paraId="34A235A6" w14:textId="05F30167" w:rsidR="009D22E3" w:rsidRDefault="009D22E3" w:rsidP="001433B4">
            <w:pPr>
              <w:pStyle w:val="NormalnyWeb"/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lu</w:t>
            </w:r>
            <w:r w:rsidRPr="009D22E3">
              <w:rPr>
                <w:rFonts w:asciiTheme="minorHAnsi" w:hAnsiTheme="minorHAnsi" w:cstheme="minorHAnsi"/>
              </w:rPr>
              <w:t>pa podświetlana, zasilana bateriami (dołączane</w:t>
            </w:r>
            <w:r>
              <w:rPr>
                <w:rFonts w:asciiTheme="minorHAnsi" w:hAnsiTheme="minorHAnsi" w:cstheme="minorHAnsi"/>
              </w:rPr>
              <w:t xml:space="preserve"> do każdej lupy</w:t>
            </w:r>
            <w:r w:rsidRPr="009D22E3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7491809" w14:textId="77777777" w:rsidR="009D22E3" w:rsidRDefault="009D22E3" w:rsidP="001433B4">
            <w:pPr>
              <w:pStyle w:val="NormalnyWeb"/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l</w:t>
            </w:r>
            <w:r w:rsidRPr="009D22E3">
              <w:rPr>
                <w:rFonts w:asciiTheme="minorHAnsi" w:hAnsiTheme="minorHAnsi" w:cstheme="minorHAnsi"/>
              </w:rPr>
              <w:t>upa główna ma średnicę 50 mm i powiększa 2,5x, a wbudowana w nią mała soczewka powiększa 5x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4AE82AAD" w14:textId="77777777" w:rsidR="009D22E3" w:rsidRDefault="009D22E3" w:rsidP="009D22E3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Zdjęcie poglądowe, przykładowe</w:t>
            </w:r>
          </w:p>
          <w:p w14:paraId="07EACD2A" w14:textId="7075277A" w:rsidR="009D22E3" w:rsidRPr="001433B4" w:rsidRDefault="009D22E3" w:rsidP="001433B4">
            <w:pPr>
              <w:pStyle w:val="NormalnyWeb"/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09C83EBA" wp14:editId="42DD8673">
                  <wp:extent cx="1685499" cy="1139272"/>
                  <wp:effectExtent l="0" t="0" r="0" b="3810"/>
                  <wp:docPr id="668832811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020" cy="114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3B4" w:rsidRPr="00D63F18" w14:paraId="3644D356" w14:textId="77777777" w:rsidTr="00A96DCC">
        <w:tc>
          <w:tcPr>
            <w:tcW w:w="520" w:type="dxa"/>
          </w:tcPr>
          <w:p w14:paraId="432BFE8C" w14:textId="7699EC49" w:rsidR="001433B4" w:rsidRPr="001433B4" w:rsidRDefault="001433B4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689" w:type="dxa"/>
          </w:tcPr>
          <w:p w14:paraId="324EAC27" w14:textId="16D2A916" w:rsidR="001433B4" w:rsidRPr="00D11FC1" w:rsidRDefault="00FF7F57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Jodyna</w:t>
            </w:r>
            <w:r w:rsidR="00D11FC1" w:rsidRPr="00D11FC1">
              <w:rPr>
                <w:rFonts w:asciiTheme="minorHAnsi" w:hAnsiTheme="minorHAnsi" w:cstheme="minorHAnsi"/>
              </w:rPr>
              <w:t xml:space="preserve"> - 2 szt.:</w:t>
            </w:r>
          </w:p>
          <w:p w14:paraId="450152E1" w14:textId="60D68ADB" w:rsidR="00D11FC1" w:rsidRPr="00D11FC1" w:rsidRDefault="00D11FC1" w:rsidP="00D11FC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- jodyna 3% w pojemniku szklanym o pojemności 100 ml,</w:t>
            </w:r>
          </w:p>
          <w:p w14:paraId="5ED54FE3" w14:textId="319109FE" w:rsidR="00D11FC1" w:rsidRPr="00D11FC1" w:rsidRDefault="00D11FC1" w:rsidP="00D11FC1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  <w:b/>
                <w:bCs/>
              </w:rPr>
              <w:t>-</w:t>
            </w:r>
            <w:r w:rsidRPr="00D11FC1">
              <w:rPr>
                <w:rFonts w:asciiTheme="minorHAnsi" w:hAnsiTheme="minorHAnsi" w:cstheme="minorHAnsi"/>
              </w:rPr>
              <w:t xml:space="preserve"> jodyna to roztwór alkoholowy pierwiastkowego jodu (zazwyczaj 2-3%) z dodatkiem jodku potasu, który ułatwia rozpuszczanie jodu w alkoholu, </w:t>
            </w:r>
            <w:r w:rsidRPr="00D11FC1">
              <w:rPr>
                <w:rFonts w:asciiTheme="minorHAnsi" w:hAnsiTheme="minorHAnsi" w:cstheme="minorHAnsi"/>
              </w:rPr>
              <w:br/>
            </w:r>
            <w:r w:rsidRPr="00D11FC1">
              <w:rPr>
                <w:rFonts w:asciiTheme="minorHAnsi" w:hAnsiTheme="minorHAnsi" w:cstheme="minorHAnsi"/>
                <w:b/>
                <w:bCs/>
              </w:rPr>
              <w:t>składniki jodyny to: </w:t>
            </w:r>
          </w:p>
          <w:p w14:paraId="3866A29D" w14:textId="3ED47419" w:rsidR="00D11FC1" w:rsidRPr="00D11FC1" w:rsidRDefault="00D11FC1" w:rsidP="00D11FC1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jod: 3% (substancja aktywna)</w:t>
            </w:r>
          </w:p>
          <w:p w14:paraId="54793122" w14:textId="0CAC4342" w:rsidR="00D11FC1" w:rsidRPr="00D11FC1" w:rsidRDefault="00D11FC1" w:rsidP="00D11FC1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jodek potasu: ułatwia rozpuszczanie jodu w wodzie i alkoholu.</w:t>
            </w:r>
          </w:p>
          <w:p w14:paraId="485EC5DC" w14:textId="4D542D4F" w:rsidR="00D11FC1" w:rsidRPr="00D11FC1" w:rsidRDefault="00D11FC1" w:rsidP="00D11FC1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etanol: alkohol pełniący rolę rozpuszczalnika i dodatkowego środka antyseptycznego.</w:t>
            </w:r>
          </w:p>
          <w:p w14:paraId="09D11CA6" w14:textId="4DF782C3" w:rsidR="00FF7F57" w:rsidRPr="001433B4" w:rsidRDefault="00D11FC1" w:rsidP="00D11FC1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D11FC1">
              <w:rPr>
                <w:rFonts w:asciiTheme="minorHAnsi" w:hAnsiTheme="minorHAnsi" w:cstheme="minorHAnsi"/>
              </w:rPr>
              <w:t>woda destylowana: nośnik w roztworze.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433B4" w:rsidRPr="00D63F18" w14:paraId="6E9AF01C" w14:textId="77777777" w:rsidTr="00A96DCC">
        <w:tc>
          <w:tcPr>
            <w:tcW w:w="520" w:type="dxa"/>
          </w:tcPr>
          <w:p w14:paraId="179E1E57" w14:textId="536C2B2A" w:rsidR="001433B4" w:rsidRPr="001433B4" w:rsidRDefault="001433B4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433B4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689" w:type="dxa"/>
          </w:tcPr>
          <w:p w14:paraId="10B19EAB" w14:textId="77777777" w:rsidR="001433B4" w:rsidRDefault="003302B8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Ocet – 5 szt.:</w:t>
            </w:r>
          </w:p>
          <w:p w14:paraId="60C9D5C9" w14:textId="77777777" w:rsidR="003302B8" w:rsidRDefault="003302B8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1B7D45">
              <w:rPr>
                <w:rFonts w:asciiTheme="minorHAnsi" w:hAnsiTheme="minorHAnsi" w:cstheme="minorHAnsi"/>
              </w:rPr>
              <w:t>opakowania po 500 ml lub 1000 ml, nie większe ani nie mniejsze,</w:t>
            </w:r>
          </w:p>
          <w:p w14:paraId="27FEA209" w14:textId="68F06419" w:rsidR="001B7D45" w:rsidRPr="001433B4" w:rsidRDefault="001B7D45" w:rsidP="00A96DC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</w:t>
            </w:r>
            <w:r w:rsidRPr="001B7D45">
              <w:rPr>
                <w:rFonts w:asciiTheme="minorHAnsi" w:hAnsiTheme="minorHAnsi" w:cstheme="minorHAnsi"/>
              </w:rPr>
              <w:t>wasowość nie mniej niż 9,8%</w:t>
            </w:r>
            <w:r w:rsidR="00A96DCC">
              <w:rPr>
                <w:rFonts w:asciiTheme="minorHAnsi" w:hAnsiTheme="minorHAnsi" w:cstheme="minorHAnsi"/>
              </w:rPr>
              <w:t>.</w:t>
            </w:r>
          </w:p>
        </w:tc>
      </w:tr>
      <w:tr w:rsidR="00C236B5" w:rsidRPr="00D63F18" w14:paraId="6FCCE254" w14:textId="77777777" w:rsidTr="00A96DCC">
        <w:tc>
          <w:tcPr>
            <w:tcW w:w="520" w:type="dxa"/>
          </w:tcPr>
          <w:p w14:paraId="11EE346A" w14:textId="25019854" w:rsidR="00C236B5" w:rsidRPr="001433B4" w:rsidRDefault="009D22E3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8689" w:type="dxa"/>
          </w:tcPr>
          <w:p w14:paraId="34D9F14F" w14:textId="77777777" w:rsidR="00C236B5" w:rsidRDefault="00A96DCC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Soda oczyszczona spożywcza – 30 szt.:</w:t>
            </w:r>
          </w:p>
          <w:p w14:paraId="561DC01E" w14:textId="77777777" w:rsidR="00A96DCC" w:rsidRDefault="00A96DCC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opakowanie po 70 gram,</w:t>
            </w:r>
          </w:p>
          <w:p w14:paraId="7A5D7E8D" w14:textId="670B8BC5" w:rsidR="00A96DCC" w:rsidRPr="001433B4" w:rsidRDefault="00A96DCC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węglan sodu.</w:t>
            </w:r>
          </w:p>
        </w:tc>
      </w:tr>
      <w:tr w:rsidR="00C236B5" w:rsidRPr="00D63F18" w14:paraId="4D592FA9" w14:textId="77777777" w:rsidTr="00A96DCC">
        <w:tc>
          <w:tcPr>
            <w:tcW w:w="520" w:type="dxa"/>
          </w:tcPr>
          <w:p w14:paraId="55D655AE" w14:textId="59FB2490" w:rsidR="00C236B5" w:rsidRPr="001433B4" w:rsidRDefault="009D22E3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8689" w:type="dxa"/>
          </w:tcPr>
          <w:p w14:paraId="089C4A16" w14:textId="77777777" w:rsidR="00C236B5" w:rsidRPr="00CF0C9A" w:rsidRDefault="00A96DCC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F0C9A">
              <w:rPr>
                <w:rFonts w:asciiTheme="minorHAnsi" w:hAnsiTheme="minorHAnsi" w:cstheme="minorHAnsi"/>
              </w:rPr>
              <w:t xml:space="preserve">Mikroskop </w:t>
            </w:r>
            <w:r w:rsidR="00CF0C9A" w:rsidRPr="00CF0C9A">
              <w:rPr>
                <w:rFonts w:asciiTheme="minorHAnsi" w:hAnsiTheme="minorHAnsi" w:cstheme="minorHAnsi"/>
              </w:rPr>
              <w:t>–</w:t>
            </w:r>
            <w:r w:rsidRPr="00CF0C9A">
              <w:rPr>
                <w:rFonts w:asciiTheme="minorHAnsi" w:hAnsiTheme="minorHAnsi" w:cstheme="minorHAnsi"/>
              </w:rPr>
              <w:t xml:space="preserve"> </w:t>
            </w:r>
            <w:r w:rsidR="00CF0C9A" w:rsidRPr="00CF0C9A">
              <w:rPr>
                <w:rFonts w:asciiTheme="minorHAnsi" w:hAnsiTheme="minorHAnsi" w:cstheme="minorHAnsi"/>
              </w:rPr>
              <w:t>5 szt.:</w:t>
            </w:r>
          </w:p>
          <w:p w14:paraId="6F8769CC" w14:textId="77777777" w:rsidR="00CF0C9A" w:rsidRDefault="00CF0C9A" w:rsidP="00CF0C9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CF0C9A">
              <w:rPr>
                <w:rFonts w:asciiTheme="minorHAnsi" w:hAnsiTheme="minorHAnsi" w:cstheme="minorHAnsi"/>
              </w:rPr>
              <w:t xml:space="preserve">- </w:t>
            </w:r>
            <w:r>
              <w:rPr>
                <w:rFonts w:asciiTheme="minorHAnsi" w:hAnsiTheme="minorHAnsi" w:cstheme="minorHAnsi"/>
              </w:rPr>
              <w:t>m</w:t>
            </w:r>
            <w:r w:rsidRPr="00CF0C9A">
              <w:rPr>
                <w:rFonts w:asciiTheme="minorHAnsi" w:hAnsiTheme="minorHAnsi" w:cstheme="minorHAnsi"/>
              </w:rPr>
              <w:t xml:space="preserve">ikroskop szkolny o powiększeniach od 40x do 400x wyposażony w </w:t>
            </w:r>
            <w:proofErr w:type="spellStart"/>
            <w:r w:rsidRPr="00CF0C9A">
              <w:rPr>
                <w:rFonts w:asciiTheme="minorHAnsi" w:hAnsiTheme="minorHAnsi" w:cstheme="minorHAnsi"/>
              </w:rPr>
              <w:t>szerokopolowy</w:t>
            </w:r>
            <w:proofErr w:type="spellEnd"/>
            <w:r w:rsidRPr="00CF0C9A">
              <w:rPr>
                <w:rFonts w:asciiTheme="minorHAnsi" w:hAnsiTheme="minorHAnsi" w:cstheme="minorHAnsi"/>
              </w:rPr>
              <w:t xml:space="preserve"> okular WF 10x oraz obiektywy 4x, 10x i 40x wkręcane w obrotową (rewolwerową) głowicę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742E4D4E" w14:textId="77777777" w:rsidR="00CF0C9A" w:rsidRDefault="00CF0C9A" w:rsidP="00CF0C9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CF0C9A">
              <w:rPr>
                <w:rFonts w:asciiTheme="minorHAnsi" w:hAnsiTheme="minorHAnsi" w:cstheme="minorHAnsi"/>
              </w:rPr>
              <w:t>budowana tarcza obrotowa z 6 różnymi otworami reguluje ilość światła przechodzącego przez kondensor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5E0BC51F" w14:textId="77777777" w:rsidR="00CF0C9A" w:rsidRDefault="00CF0C9A" w:rsidP="00CF0C9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- o</w:t>
            </w:r>
            <w:r w:rsidRPr="00CF0C9A">
              <w:rPr>
                <w:rFonts w:asciiTheme="minorHAnsi" w:hAnsiTheme="minorHAnsi" w:cstheme="minorHAnsi"/>
              </w:rPr>
              <w:t>strość ustawiana pokrętłem symetrycznym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1EDE7F3" w14:textId="77777777" w:rsidR="00CF0C9A" w:rsidRDefault="00CF0C9A" w:rsidP="00CF0C9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CF0C9A">
              <w:rPr>
                <w:rFonts w:asciiTheme="minorHAnsi" w:hAnsiTheme="minorHAnsi" w:cstheme="minorHAnsi"/>
              </w:rPr>
              <w:t>prócz standardowego podświetlenia dolnego wbudowane oświetlenie górne umożliwiające przy niższych powiększeniach obserwację powierzchni okazów takich jak np. liście, owady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AA1D446" w14:textId="7F1A03E2" w:rsidR="00CF0C9A" w:rsidRPr="00CF0C9A" w:rsidRDefault="00CF0C9A" w:rsidP="00CF0C9A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</w:t>
            </w:r>
            <w:r w:rsidRPr="00CF0C9A">
              <w:rPr>
                <w:rFonts w:asciiTheme="minorHAnsi" w:hAnsiTheme="minorHAnsi" w:cstheme="minorHAnsi"/>
              </w:rPr>
              <w:t xml:space="preserve">ikroskop zasilany jest trzema bateriami AA </w:t>
            </w:r>
            <w:r>
              <w:rPr>
                <w:rFonts w:asciiTheme="minorHAnsi" w:hAnsiTheme="minorHAnsi" w:cstheme="minorHAnsi"/>
              </w:rPr>
              <w:t xml:space="preserve">(w zestawie) </w:t>
            </w:r>
            <w:r w:rsidRPr="00CF0C9A">
              <w:rPr>
                <w:rFonts w:asciiTheme="minorHAnsi" w:hAnsiTheme="minorHAnsi" w:cstheme="minorHAnsi"/>
              </w:rPr>
              <w:t>zapewnia to pełną mobilność i niezależność od gniazdka elektrycznego, a nowoczesne wykorzystanie do oświetlenia diod LED (niski pobór prądu) zapewnia długotrwałą pracę bez wymiany baterii.</w:t>
            </w:r>
          </w:p>
        </w:tc>
      </w:tr>
      <w:tr w:rsidR="00C236B5" w:rsidRPr="00D63F18" w14:paraId="508A01AE" w14:textId="77777777" w:rsidTr="00A96DCC">
        <w:tc>
          <w:tcPr>
            <w:tcW w:w="520" w:type="dxa"/>
          </w:tcPr>
          <w:p w14:paraId="54F9A73C" w14:textId="7F191EEC" w:rsidR="00C236B5" w:rsidRPr="001433B4" w:rsidRDefault="009D22E3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9.</w:t>
            </w:r>
          </w:p>
        </w:tc>
        <w:tc>
          <w:tcPr>
            <w:tcW w:w="8689" w:type="dxa"/>
          </w:tcPr>
          <w:p w14:paraId="4BB1D5C9" w14:textId="77777777" w:rsidR="00C236B5" w:rsidRDefault="003A0080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Globus – 1 szt. </w:t>
            </w:r>
            <w:r w:rsidR="00075F81">
              <w:rPr>
                <w:rFonts w:asciiTheme="minorHAnsi" w:hAnsiTheme="minorHAnsi" w:cstheme="minorHAnsi"/>
              </w:rPr>
              <w:t>:</w:t>
            </w:r>
          </w:p>
          <w:p w14:paraId="4B79C11B" w14:textId="77777777" w:rsidR="00445128" w:rsidRDefault="00075F81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445128">
              <w:rPr>
                <w:rFonts w:asciiTheme="minorHAnsi" w:hAnsiTheme="minorHAnsi" w:cstheme="minorHAnsi"/>
              </w:rPr>
              <w:t>b</w:t>
            </w:r>
            <w:r w:rsidR="00445128" w:rsidRPr="00445128">
              <w:rPr>
                <w:rFonts w:asciiTheme="minorHAnsi" w:hAnsiTheme="minorHAnsi" w:cstheme="minorHAnsi"/>
              </w:rPr>
              <w:t>ardzo duży, demonstracyjny globus fizyczny o średnicy 42 cm</w:t>
            </w:r>
            <w:r w:rsidR="00445128">
              <w:rPr>
                <w:rFonts w:asciiTheme="minorHAnsi" w:hAnsiTheme="minorHAnsi" w:cstheme="minorHAnsi"/>
              </w:rPr>
              <w:t>,</w:t>
            </w:r>
          </w:p>
          <w:p w14:paraId="3F9353DA" w14:textId="58BFA450" w:rsidR="00075F81" w:rsidRDefault="00445128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445128">
              <w:rPr>
                <w:rFonts w:asciiTheme="minorHAnsi" w:hAnsiTheme="minorHAnsi" w:cstheme="minorHAnsi"/>
              </w:rPr>
              <w:t>ersja polska</w:t>
            </w:r>
            <w:r w:rsidR="0031055E">
              <w:rPr>
                <w:rFonts w:asciiTheme="minorHAnsi" w:hAnsiTheme="minorHAnsi" w:cstheme="minorHAnsi"/>
              </w:rPr>
              <w:t>,</w:t>
            </w:r>
          </w:p>
          <w:p w14:paraId="21CE8BBC" w14:textId="4C3186B0" w:rsidR="0031055E" w:rsidRDefault="0031055E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</w:p>
          <w:p w14:paraId="15DEA909" w14:textId="77777777" w:rsidR="00445128" w:rsidRDefault="00445128" w:rsidP="00445128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Zdjęcie poglądowe, przykładowe</w:t>
            </w:r>
          </w:p>
          <w:p w14:paraId="08917D8B" w14:textId="6075A267" w:rsidR="00445128" w:rsidRPr="001433B4" w:rsidRDefault="00445128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43947E43" wp14:editId="0B43A65A">
                  <wp:extent cx="1303361" cy="1744043"/>
                  <wp:effectExtent l="0" t="0" r="0" b="8890"/>
                  <wp:docPr id="96002031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228" cy="1767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36B5" w:rsidRPr="00D63F18" w14:paraId="1FDBA2DA" w14:textId="77777777" w:rsidTr="00A96DCC">
        <w:tc>
          <w:tcPr>
            <w:tcW w:w="520" w:type="dxa"/>
          </w:tcPr>
          <w:p w14:paraId="02D5E4B5" w14:textId="51F5196F" w:rsidR="00C236B5" w:rsidRPr="001433B4" w:rsidRDefault="009D22E3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8689" w:type="dxa"/>
          </w:tcPr>
          <w:p w14:paraId="7246D1C5" w14:textId="77777777" w:rsidR="00C236B5" w:rsidRDefault="00BB5A8C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Szalki </w:t>
            </w:r>
            <w:proofErr w:type="spellStart"/>
            <w:r>
              <w:rPr>
                <w:rFonts w:asciiTheme="minorHAnsi" w:hAnsiTheme="minorHAnsi" w:cstheme="minorHAnsi"/>
              </w:rPr>
              <w:t>Petriego</w:t>
            </w:r>
            <w:proofErr w:type="spellEnd"/>
            <w:r>
              <w:rPr>
                <w:rFonts w:asciiTheme="minorHAnsi" w:hAnsiTheme="minorHAnsi" w:cstheme="minorHAnsi"/>
              </w:rPr>
              <w:t xml:space="preserve">, szklane – 80 szt. </w:t>
            </w:r>
          </w:p>
          <w:p w14:paraId="55DCBB74" w14:textId="50685399" w:rsidR="00BB5A8C" w:rsidRPr="00BB5A8C" w:rsidRDefault="00BB5A8C" w:rsidP="00BB5A8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BB5A8C">
              <w:rPr>
                <w:rFonts w:asciiTheme="minorHAnsi" w:hAnsiTheme="minorHAnsi" w:cstheme="minorHAnsi"/>
              </w:rPr>
              <w:t xml:space="preserve">odwójne szalki </w:t>
            </w:r>
            <w:proofErr w:type="spellStart"/>
            <w:r w:rsidRPr="00BB5A8C">
              <w:rPr>
                <w:rFonts w:asciiTheme="minorHAnsi" w:hAnsiTheme="minorHAnsi" w:cstheme="minorHAnsi"/>
              </w:rPr>
              <w:t>Petriego</w:t>
            </w:r>
            <w:proofErr w:type="spellEnd"/>
            <w:r>
              <w:rPr>
                <w:rFonts w:asciiTheme="minorHAnsi" w:hAnsiTheme="minorHAnsi" w:cstheme="minorHAnsi"/>
              </w:rPr>
              <w:t>,</w:t>
            </w:r>
          </w:p>
          <w:p w14:paraId="10102C8E" w14:textId="489528AC" w:rsidR="00BB5A8C" w:rsidRDefault="00BB5A8C" w:rsidP="00BB5A8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</w:t>
            </w:r>
            <w:r w:rsidRPr="00BB5A8C">
              <w:rPr>
                <w:rFonts w:asciiTheme="minorHAnsi" w:hAnsiTheme="minorHAnsi" w:cstheme="minorHAnsi"/>
              </w:rPr>
              <w:t xml:space="preserve"> wytrzymałego szkła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78A0E23" w14:textId="150153C3" w:rsidR="00BB5A8C" w:rsidRPr="00BB5A8C" w:rsidRDefault="00BB5A8C" w:rsidP="00BB5A8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ś</w:t>
            </w:r>
            <w:r w:rsidRPr="00BB5A8C">
              <w:rPr>
                <w:rFonts w:asciiTheme="minorHAnsi" w:hAnsiTheme="minorHAnsi" w:cstheme="minorHAnsi"/>
              </w:rPr>
              <w:t>rednica 6 cm</w:t>
            </w:r>
            <w:r>
              <w:rPr>
                <w:rFonts w:asciiTheme="minorHAnsi" w:hAnsiTheme="minorHAnsi" w:cstheme="minorHAnsi"/>
              </w:rPr>
              <w:t xml:space="preserve"> (40 szt.)</w:t>
            </w:r>
            <w:r w:rsidRPr="00BB5A8C">
              <w:rPr>
                <w:rFonts w:asciiTheme="minorHAnsi" w:hAnsiTheme="minorHAnsi" w:cstheme="minorHAnsi"/>
              </w:rPr>
              <w:t xml:space="preserve"> lub 10 cm</w:t>
            </w:r>
            <w:r>
              <w:rPr>
                <w:rFonts w:asciiTheme="minorHAnsi" w:hAnsiTheme="minorHAnsi" w:cstheme="minorHAnsi"/>
              </w:rPr>
              <w:t xml:space="preserve"> (40 szt.),</w:t>
            </w:r>
          </w:p>
          <w:p w14:paraId="62B39EB0" w14:textId="69BC86BC" w:rsidR="00BB5A8C" w:rsidRPr="001433B4" w:rsidRDefault="00BB5A8C" w:rsidP="00BB5A8C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</w:t>
            </w:r>
            <w:r w:rsidRPr="00BB5A8C">
              <w:rPr>
                <w:rFonts w:asciiTheme="minorHAnsi" w:hAnsiTheme="minorHAnsi" w:cstheme="minorHAnsi"/>
              </w:rPr>
              <w:t>ożna sterylizować w temp. 121°C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A96DCC" w:rsidRPr="00D63F18" w14:paraId="0B337110" w14:textId="77777777" w:rsidTr="00A96DCC">
        <w:tc>
          <w:tcPr>
            <w:tcW w:w="520" w:type="dxa"/>
          </w:tcPr>
          <w:p w14:paraId="2A083DCE" w14:textId="062F0658" w:rsidR="00A96DCC" w:rsidRDefault="00A96DCC" w:rsidP="001433B4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8689" w:type="dxa"/>
          </w:tcPr>
          <w:p w14:paraId="258AFDA6" w14:textId="3BA061B4" w:rsidR="00A96DCC" w:rsidRDefault="00A77A24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Papierki lakmusowe</w:t>
            </w:r>
            <w:r w:rsidR="00AA22FD">
              <w:rPr>
                <w:rFonts w:asciiTheme="minorHAnsi" w:hAnsiTheme="minorHAnsi" w:cstheme="minorHAnsi"/>
              </w:rPr>
              <w:t>- 20 szt.</w:t>
            </w:r>
            <w:r w:rsidR="00B1450E">
              <w:rPr>
                <w:rFonts w:asciiTheme="minorHAnsi" w:hAnsiTheme="minorHAnsi" w:cstheme="minorHAnsi"/>
              </w:rPr>
              <w:t>:</w:t>
            </w:r>
          </w:p>
          <w:p w14:paraId="4DAB94A8" w14:textId="70191AAB" w:rsidR="00B1450E" w:rsidRDefault="00B1450E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A77A24">
              <w:rPr>
                <w:rFonts w:asciiTheme="minorHAnsi" w:hAnsiTheme="minorHAnsi" w:cstheme="minorHAnsi"/>
              </w:rPr>
              <w:t>zestaw min 80 szt.</w:t>
            </w:r>
          </w:p>
          <w:p w14:paraId="1937C2A8" w14:textId="5D7A1B16" w:rsidR="00A77A24" w:rsidRPr="001433B4" w:rsidRDefault="00A77A24" w:rsidP="00DA5679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="006F05E5">
              <w:rPr>
                <w:rFonts w:asciiTheme="minorHAnsi" w:hAnsiTheme="minorHAnsi" w:cstheme="minorHAnsi"/>
              </w:rPr>
              <w:t>ph</w:t>
            </w:r>
            <w:proofErr w:type="spellEnd"/>
            <w:r w:rsidR="006F05E5">
              <w:rPr>
                <w:rFonts w:asciiTheme="minorHAnsi" w:hAnsiTheme="minorHAnsi" w:cstheme="minorHAnsi"/>
              </w:rPr>
              <w:t xml:space="preserve"> 1-14.</w:t>
            </w:r>
          </w:p>
        </w:tc>
      </w:tr>
    </w:tbl>
    <w:p w14:paraId="61904F29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9613F96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25DE5DC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CD34739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B25B976" w14:textId="77777777" w:rsidR="006721FB" w:rsidRDefault="006721FB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6E294A0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C3C5750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46EF2C4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8DEBC86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31EE8C0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2CD2483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9ACE99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0AC22DA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3FB4BF1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77EFBC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3136A0B" w14:textId="77777777" w:rsidR="003B37FE" w:rsidRDefault="003B37F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D3262A9" w14:textId="2481A14F" w:rsidR="006721FB" w:rsidRPr="003803D4" w:rsidRDefault="006721FB" w:rsidP="006721FB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i/>
          <w:sz w:val="20"/>
          <w:szCs w:val="20"/>
        </w:rPr>
      </w:pPr>
      <w:r w:rsidRPr="003803D4">
        <w:rPr>
          <w:rFonts w:asciiTheme="minorHAnsi" w:hAnsiTheme="minorHAnsi" w:cstheme="minorHAnsi"/>
          <w:bCs/>
          <w:i/>
          <w:sz w:val="20"/>
          <w:szCs w:val="20"/>
        </w:rPr>
        <w:lastRenderedPageBreak/>
        <w:t xml:space="preserve">Zał. Nr </w:t>
      </w:r>
      <w:r>
        <w:rPr>
          <w:rFonts w:asciiTheme="minorHAnsi" w:hAnsiTheme="minorHAnsi" w:cstheme="minorHAnsi"/>
          <w:bCs/>
          <w:i/>
          <w:sz w:val="20"/>
          <w:szCs w:val="20"/>
        </w:rPr>
        <w:t>2</w:t>
      </w:r>
      <w:r w:rsidRPr="003803D4">
        <w:rPr>
          <w:rFonts w:asciiTheme="minorHAnsi" w:hAnsiTheme="minorHAnsi" w:cstheme="minorHAnsi"/>
          <w:bCs/>
          <w:i/>
          <w:sz w:val="20"/>
          <w:szCs w:val="20"/>
        </w:rPr>
        <w:t xml:space="preserve"> do Formularza ofertowego</w:t>
      </w:r>
    </w:p>
    <w:p w14:paraId="7D64FE10" w14:textId="77777777" w:rsidR="006721FB" w:rsidRDefault="006721FB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F69DDE4" w14:textId="77777777" w:rsidR="006721FB" w:rsidRDefault="006721FB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7DBB02B" w14:textId="77777777" w:rsidR="006721FB" w:rsidRPr="003803D4" w:rsidRDefault="006721FB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F4E6D53" w14:textId="7C1CD9E1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3803D4">
        <w:rPr>
          <w:rFonts w:asciiTheme="minorHAnsi" w:eastAsia="Calibri" w:hAnsiTheme="minorHAnsi" w:cstheme="minorHAnsi"/>
          <w:b/>
          <w:sz w:val="20"/>
          <w:szCs w:val="20"/>
        </w:rPr>
        <w:t xml:space="preserve">OŚWIADCZENIE O BRAKU POWIĄZAŃ </w:t>
      </w:r>
      <w:r w:rsidRPr="003803D4">
        <w:rPr>
          <w:rFonts w:asciiTheme="minorHAnsi" w:eastAsia="Calibri" w:hAnsiTheme="minorHAnsi" w:cstheme="minorHAnsi"/>
          <w:b/>
          <w:sz w:val="20"/>
          <w:szCs w:val="20"/>
        </w:rPr>
        <w:br/>
        <w:t xml:space="preserve">KAPITAŁOWYCH I OSOBOWYCH </w:t>
      </w:r>
    </w:p>
    <w:p w14:paraId="2EC4FD98" w14:textId="77777777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56416E2F" w14:textId="77777777" w:rsidR="006076BE" w:rsidRPr="003803D4" w:rsidRDefault="006076BE" w:rsidP="006076BE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272CE33B" w14:textId="77777777" w:rsidR="006076BE" w:rsidRPr="003803D4" w:rsidRDefault="006076BE" w:rsidP="006076BE">
      <w:pPr>
        <w:ind w:firstLine="708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3803D4">
        <w:rPr>
          <w:rFonts w:asciiTheme="minorHAnsi" w:eastAsia="Calibri" w:hAnsiTheme="minorHAnsi" w:cstheme="minorHAnsi"/>
          <w:sz w:val="20"/>
          <w:szCs w:val="20"/>
        </w:rPr>
        <w:t xml:space="preserve">Oświadczam, że nie jestem powiązany z Zamawiającym osobowo lub kapitałowo. </w:t>
      </w:r>
      <w:r w:rsidRPr="003803D4">
        <w:rPr>
          <w:rFonts w:asciiTheme="minorHAnsi" w:eastAsia="Calibri" w:hAnsiTheme="minorHAnsi" w:cstheme="minorHAnsi"/>
          <w:sz w:val="20"/>
          <w:szCs w:val="20"/>
        </w:rPr>
        <w:br/>
        <w:t>Przez powiązania kapitałowe lub osobowe rozumie się wzajemne powiazania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162654" w14:textId="77777777" w:rsidR="006076BE" w:rsidRPr="003803D4" w:rsidRDefault="006076BE" w:rsidP="006076BE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6CC91A76" w14:textId="77777777" w:rsidR="006076BE" w:rsidRPr="003803D4" w:rsidRDefault="006076BE" w:rsidP="006076BE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posiadaniu co najmniej 10 % udziałów lub akcji;</w:t>
      </w:r>
    </w:p>
    <w:p w14:paraId="7A0918AD" w14:textId="77777777" w:rsidR="006076BE" w:rsidRPr="003803D4" w:rsidRDefault="006076BE" w:rsidP="006076BE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4A049D68" w14:textId="27E706D3" w:rsidR="006076BE" w:rsidRPr="003803D4" w:rsidRDefault="006076BE" w:rsidP="006076BE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E1782A9" w14:textId="77777777" w:rsidR="006076BE" w:rsidRPr="003803D4" w:rsidRDefault="006076BE" w:rsidP="006076B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FC6C1A" w14:textId="77777777" w:rsidR="006076BE" w:rsidRPr="003803D4" w:rsidRDefault="006076BE" w:rsidP="006076B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CCC1210" w14:textId="77777777" w:rsidR="006076BE" w:rsidRPr="003803D4" w:rsidRDefault="006076BE" w:rsidP="006076B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DDC9E1" w14:textId="77777777" w:rsidR="006076BE" w:rsidRPr="003803D4" w:rsidRDefault="006076BE" w:rsidP="006076B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967CF3" w14:textId="77777777" w:rsidR="006076BE" w:rsidRPr="003803D4" w:rsidRDefault="006076BE" w:rsidP="006076BE">
      <w:pPr>
        <w:rPr>
          <w:rFonts w:asciiTheme="minorHAnsi" w:eastAsia="Batang" w:hAnsiTheme="minorHAnsi" w:cstheme="minorHAnsi"/>
          <w:iCs/>
          <w:sz w:val="20"/>
          <w:szCs w:val="20"/>
        </w:rPr>
      </w:pPr>
    </w:p>
    <w:p w14:paraId="064469AC" w14:textId="77777777" w:rsidR="006076BE" w:rsidRPr="003803D4" w:rsidRDefault="006076BE" w:rsidP="006076BE">
      <w:pPr>
        <w:rPr>
          <w:rFonts w:asciiTheme="minorHAnsi" w:eastAsia="Batang" w:hAnsiTheme="minorHAnsi" w:cstheme="minorHAnsi"/>
          <w:iCs/>
          <w:sz w:val="20"/>
          <w:szCs w:val="20"/>
        </w:rPr>
      </w:pPr>
      <w:bookmarkStart w:id="3" w:name="_Hlk190762460"/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.................................</w:t>
      </w:r>
      <w:r w:rsidRPr="003803D4">
        <w:rPr>
          <w:rFonts w:asciiTheme="minorHAnsi" w:eastAsia="Batang" w:hAnsiTheme="minorHAnsi" w:cstheme="minorHAnsi"/>
          <w:sz w:val="20"/>
          <w:szCs w:val="20"/>
        </w:rPr>
        <w:t xml:space="preserve">, dnia 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ab/>
      </w:r>
    </w:p>
    <w:p w14:paraId="09969479" w14:textId="77777777" w:rsidR="006076BE" w:rsidRPr="003803D4" w:rsidRDefault="006076BE" w:rsidP="006076BE">
      <w:pPr>
        <w:jc w:val="right"/>
        <w:rPr>
          <w:rFonts w:asciiTheme="minorHAnsi" w:eastAsia="Batang" w:hAnsiTheme="minorHAnsi" w:cstheme="minorHAnsi"/>
          <w:i/>
          <w:iCs/>
          <w:sz w:val="20"/>
          <w:szCs w:val="20"/>
        </w:rPr>
      </w:pPr>
      <w:r w:rsidRPr="003803D4">
        <w:rPr>
          <w:rFonts w:asciiTheme="minorHAnsi" w:eastAsia="Batang" w:hAnsiTheme="minorHAnsi" w:cstheme="minorHAnsi"/>
          <w:iCs/>
          <w:sz w:val="20"/>
          <w:szCs w:val="20"/>
        </w:rPr>
        <w:t xml:space="preserve">                        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>…………………………………..………………………</w:t>
      </w:r>
    </w:p>
    <w:p w14:paraId="70CAA724" w14:textId="77777777" w:rsidR="006076BE" w:rsidRPr="003803D4" w:rsidRDefault="006076BE" w:rsidP="006076BE">
      <w:pPr>
        <w:ind w:left="5670" w:firstLine="6"/>
        <w:jc w:val="center"/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</w:pP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t xml:space="preserve">/pieczęć i podpis Wykonawcy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br/>
        <w:t>lub osoby upoważnionej do reprezentowania Wykonawcy/</w:t>
      </w:r>
    </w:p>
    <w:bookmarkEnd w:id="3"/>
    <w:p w14:paraId="297B1155" w14:textId="77777777" w:rsidR="006076BE" w:rsidRPr="003803D4" w:rsidRDefault="006076BE" w:rsidP="006076BE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7154AA17" w14:textId="77777777" w:rsidR="006076BE" w:rsidRPr="003803D4" w:rsidRDefault="006076BE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0E27BE" w14:textId="77777777" w:rsidR="006076BE" w:rsidRPr="003803D4" w:rsidRDefault="006076BE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3B4F7AB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DE56CD5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F99A5DA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8558B95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AE8AFCD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10F2B40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188AC58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965DAB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BC3C4C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5492090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6ECD496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D921BE0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6D3C02D" w14:textId="77777777" w:rsidR="00351E85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896675E" w14:textId="77777777" w:rsidR="00937092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799CAEC" w14:textId="77777777" w:rsidR="00937092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CD7A0E2" w14:textId="77777777" w:rsidR="00937092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0EE0828" w14:textId="77777777" w:rsidR="00937092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158C3AF" w14:textId="77777777" w:rsidR="005F77A6" w:rsidRDefault="005F77A6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79CBE8D" w14:textId="77777777" w:rsidR="00937092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F2099F" w14:textId="77777777" w:rsidR="00937092" w:rsidRPr="003803D4" w:rsidRDefault="00937092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F866D2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629001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28C8310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0FBE957" w14:textId="77777777" w:rsidR="00351E85" w:rsidRPr="003803D4" w:rsidRDefault="00351E85" w:rsidP="006076BE">
      <w:pPr>
        <w:ind w:left="4254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5B58FFCC" w14:textId="17097966" w:rsidR="006076BE" w:rsidRPr="003803D4" w:rsidRDefault="006076BE" w:rsidP="006076BE">
      <w:pPr>
        <w:jc w:val="right"/>
        <w:rPr>
          <w:rFonts w:asciiTheme="minorHAnsi" w:eastAsia="Calibri" w:hAnsiTheme="minorHAnsi" w:cstheme="minorHAnsi"/>
          <w:bCs/>
          <w:sz w:val="20"/>
          <w:szCs w:val="20"/>
        </w:rPr>
      </w:pPr>
      <w:r w:rsidRPr="003803D4">
        <w:rPr>
          <w:rFonts w:asciiTheme="minorHAnsi" w:eastAsia="Calibri" w:hAnsiTheme="minorHAnsi" w:cstheme="minorHAnsi"/>
          <w:bCs/>
          <w:i/>
          <w:sz w:val="20"/>
          <w:szCs w:val="20"/>
        </w:rPr>
        <w:lastRenderedPageBreak/>
        <w:t xml:space="preserve">Zał. Nr </w:t>
      </w:r>
      <w:r w:rsidR="006721FB">
        <w:rPr>
          <w:rFonts w:asciiTheme="minorHAnsi" w:eastAsia="Calibri" w:hAnsiTheme="minorHAnsi" w:cstheme="minorHAnsi"/>
          <w:bCs/>
          <w:i/>
          <w:sz w:val="20"/>
          <w:szCs w:val="20"/>
        </w:rPr>
        <w:t>3</w:t>
      </w:r>
      <w:r w:rsidRPr="003803D4">
        <w:rPr>
          <w:rFonts w:asciiTheme="minorHAnsi" w:eastAsia="Calibri" w:hAnsiTheme="minorHAnsi" w:cstheme="minorHAnsi"/>
          <w:bCs/>
          <w:i/>
          <w:sz w:val="20"/>
          <w:szCs w:val="20"/>
        </w:rPr>
        <w:t xml:space="preserve"> do Formularza ofertowego</w:t>
      </w:r>
    </w:p>
    <w:p w14:paraId="005A1C71" w14:textId="77777777" w:rsidR="006076BE" w:rsidRPr="003803D4" w:rsidRDefault="006076BE" w:rsidP="006076BE">
      <w:pPr>
        <w:ind w:right="-2"/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96324FE" w14:textId="77777777" w:rsidR="006076BE" w:rsidRPr="003803D4" w:rsidRDefault="006076BE" w:rsidP="006076BE">
      <w:pPr>
        <w:ind w:right="-2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/>
          <w:bCs/>
          <w:sz w:val="20"/>
          <w:szCs w:val="20"/>
        </w:rPr>
        <w:t>OŚWIADCZENIE O NIEPODLEGANIU WYKLUCZENIOM</w:t>
      </w:r>
    </w:p>
    <w:p w14:paraId="3B8ED13B" w14:textId="77777777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> </w:t>
      </w:r>
    </w:p>
    <w:p w14:paraId="70FD9DAC" w14:textId="77777777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> </w:t>
      </w:r>
    </w:p>
    <w:p w14:paraId="4C96B623" w14:textId="77777777" w:rsidR="006076BE" w:rsidRPr="003803D4" w:rsidRDefault="006076BE" w:rsidP="006076BE">
      <w:pPr>
        <w:ind w:right="-2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>Ja niżej podpisany ……………………………………., reprezentując ……………………………. (nazwa Wykonawcy) Oświadczam, iż Wykonawca:</w:t>
      </w:r>
    </w:p>
    <w:p w14:paraId="4CD630DC" w14:textId="77777777" w:rsidR="006076BE" w:rsidRPr="003803D4" w:rsidRDefault="006076BE" w:rsidP="006076BE">
      <w:pPr>
        <w:pStyle w:val="Akapitzlist"/>
        <w:numPr>
          <w:ilvl w:val="0"/>
          <w:numId w:val="34"/>
        </w:numPr>
        <w:spacing w:line="276" w:lineRule="auto"/>
        <w:ind w:left="567" w:right="-2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nie podlega wykluczeniu, o którym mowa </w:t>
      </w:r>
      <w:r w:rsidRPr="003803D4">
        <w:rPr>
          <w:rFonts w:asciiTheme="minorHAnsi" w:hAnsiTheme="minorHAnsi" w:cstheme="minorHAnsi"/>
          <w:bCs/>
          <w:sz w:val="20"/>
          <w:szCs w:val="20"/>
        </w:rPr>
        <w:t xml:space="preserve">o których mowa w art. 7 ust. 1 ustawy z dnia 13 kwietnia 2022 r. </w:t>
      </w:r>
      <w:r w:rsidRPr="003803D4">
        <w:rPr>
          <w:rFonts w:asciiTheme="minorHAnsi" w:hAnsiTheme="minorHAnsi" w:cstheme="minorHAnsi"/>
          <w:bCs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803D4">
        <w:rPr>
          <w:rFonts w:asciiTheme="minorHAnsi" w:hAnsiTheme="minorHAnsi" w:cstheme="minorHAnsi"/>
          <w:bCs/>
          <w:sz w:val="20"/>
          <w:szCs w:val="20"/>
        </w:rPr>
        <w:t>, przy czym:</w:t>
      </w:r>
    </w:p>
    <w:p w14:paraId="501D4116" w14:textId="77777777" w:rsidR="006076BE" w:rsidRPr="003803D4" w:rsidRDefault="006076BE" w:rsidP="006076BE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3; </w:t>
      </w:r>
    </w:p>
    <w:p w14:paraId="0D56C8AE" w14:textId="77777777" w:rsidR="006076BE" w:rsidRPr="003803D4" w:rsidRDefault="006076BE" w:rsidP="006076BE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555D6CF6" w14:textId="77777777" w:rsidR="006076BE" w:rsidRPr="003803D4" w:rsidRDefault="006076BE" w:rsidP="006076BE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>nie jest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2A0A95" w14:textId="77777777" w:rsidR="006076BE" w:rsidRPr="003803D4" w:rsidRDefault="006076BE" w:rsidP="006076BE">
      <w:pPr>
        <w:pStyle w:val="Akapitzlist"/>
        <w:numPr>
          <w:ilvl w:val="0"/>
          <w:numId w:val="36"/>
        </w:numPr>
        <w:spacing w:after="200" w:line="276" w:lineRule="auto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sz w:val="20"/>
          <w:szCs w:val="20"/>
        </w:rPr>
        <w:t xml:space="preserve">nie jest </w:t>
      </w:r>
      <w:r w:rsidRPr="003803D4">
        <w:rPr>
          <w:rFonts w:asciiTheme="minorHAnsi" w:hAnsiTheme="minorHAnsi" w:cstheme="minorHAnsi"/>
          <w:bCs/>
          <w:sz w:val="20"/>
          <w:szCs w:val="20"/>
        </w:rPr>
        <w:t xml:space="preserve">wskazany w art. 5k ust. 1 Rozporządzenia Rady (UE) nr 833/2014 z dnia 31 lipca 2014 r. dotyczącym środków ograniczających w związku z działaniami Rosji destabilizującymi sytuację na Ukrainie; </w:t>
      </w:r>
    </w:p>
    <w:p w14:paraId="73E4E193" w14:textId="77777777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EAEB086" w14:textId="77777777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EB6E2B6" w14:textId="77777777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49245EBF" w14:textId="77777777" w:rsidR="006076BE" w:rsidRPr="003803D4" w:rsidRDefault="006076BE" w:rsidP="006076BE">
      <w:pPr>
        <w:rPr>
          <w:rFonts w:asciiTheme="minorHAnsi" w:eastAsia="Batang" w:hAnsiTheme="minorHAnsi" w:cstheme="minorHAnsi"/>
          <w:i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ab/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.................................</w:t>
      </w:r>
      <w:r w:rsidRPr="003803D4">
        <w:rPr>
          <w:rFonts w:asciiTheme="minorHAnsi" w:eastAsia="Batang" w:hAnsiTheme="minorHAnsi" w:cstheme="minorHAnsi"/>
          <w:sz w:val="20"/>
          <w:szCs w:val="20"/>
        </w:rPr>
        <w:t xml:space="preserve">, dnia 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>.......................</w:t>
      </w:r>
      <w:r w:rsidRPr="003803D4">
        <w:rPr>
          <w:rFonts w:asciiTheme="minorHAnsi" w:eastAsia="Batang" w:hAnsiTheme="minorHAnsi" w:cstheme="minorHAnsi"/>
          <w:iCs/>
          <w:sz w:val="20"/>
          <w:szCs w:val="20"/>
        </w:rPr>
        <w:tab/>
      </w:r>
    </w:p>
    <w:p w14:paraId="13539E54" w14:textId="77777777" w:rsidR="006076BE" w:rsidRPr="003803D4" w:rsidRDefault="006076BE" w:rsidP="006076BE">
      <w:pPr>
        <w:jc w:val="right"/>
        <w:rPr>
          <w:rFonts w:asciiTheme="minorHAnsi" w:eastAsia="Batang" w:hAnsiTheme="minorHAnsi" w:cstheme="minorHAnsi"/>
          <w:i/>
          <w:iCs/>
          <w:sz w:val="20"/>
          <w:szCs w:val="20"/>
        </w:rPr>
      </w:pPr>
      <w:r w:rsidRPr="003803D4">
        <w:rPr>
          <w:rFonts w:asciiTheme="minorHAnsi" w:eastAsia="Batang" w:hAnsiTheme="minorHAnsi" w:cstheme="minorHAnsi"/>
          <w:iCs/>
          <w:sz w:val="20"/>
          <w:szCs w:val="20"/>
        </w:rPr>
        <w:t xml:space="preserve">                        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>…………………………………..………………………</w:t>
      </w:r>
    </w:p>
    <w:p w14:paraId="09EDC74C" w14:textId="77777777" w:rsidR="006076BE" w:rsidRPr="003803D4" w:rsidRDefault="006076BE" w:rsidP="006076BE">
      <w:pPr>
        <w:ind w:left="5670" w:firstLine="6"/>
        <w:jc w:val="center"/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</w:pP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t xml:space="preserve">/pieczęć i podpis Wykonawcy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br/>
        <w:t>lub osoby upoważnionej do reprezentowania Wykonawcy/</w:t>
      </w:r>
    </w:p>
    <w:p w14:paraId="02036CBB" w14:textId="77777777" w:rsidR="006076BE" w:rsidRPr="003803D4" w:rsidRDefault="006076BE" w:rsidP="006076BE">
      <w:pPr>
        <w:tabs>
          <w:tab w:val="left" w:pos="524"/>
          <w:tab w:val="right" w:pos="9074"/>
        </w:tabs>
        <w:ind w:right="-2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ab/>
        <w:t>  </w:t>
      </w:r>
    </w:p>
    <w:p w14:paraId="3C8268A8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7DEB943B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67D77B56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2C7E24E0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472238CE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5AB723BA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137A55BA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95F9483" w14:textId="77777777" w:rsidR="0031089F" w:rsidRPr="003803D4" w:rsidRDefault="0031089F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586EE54C" w14:textId="57378E6B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ab/>
      </w:r>
      <w:r w:rsidRPr="003803D4">
        <w:rPr>
          <w:rFonts w:asciiTheme="minorHAnsi" w:hAnsiTheme="minorHAnsi" w:cstheme="minorHAnsi"/>
          <w:bCs/>
          <w:sz w:val="20"/>
          <w:szCs w:val="20"/>
        </w:rPr>
        <w:tab/>
      </w:r>
      <w:r w:rsidRPr="003803D4">
        <w:rPr>
          <w:rFonts w:asciiTheme="minorHAnsi" w:hAnsiTheme="minorHAnsi" w:cstheme="minorHAnsi"/>
          <w:bCs/>
          <w:sz w:val="20"/>
          <w:szCs w:val="20"/>
        </w:rPr>
        <w:tab/>
      </w:r>
      <w:r w:rsidRPr="003803D4">
        <w:rPr>
          <w:rFonts w:asciiTheme="minorHAnsi" w:hAnsiTheme="minorHAnsi" w:cstheme="minorHAnsi"/>
          <w:bCs/>
          <w:sz w:val="20"/>
          <w:szCs w:val="20"/>
        </w:rPr>
        <w:tab/>
        <w:t> </w:t>
      </w:r>
    </w:p>
    <w:p w14:paraId="049F11F3" w14:textId="77777777" w:rsidR="00937092" w:rsidRDefault="00937092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54DA4F6" w14:textId="77777777" w:rsidR="00937092" w:rsidRDefault="00937092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313BF143" w14:textId="77777777" w:rsidR="00937092" w:rsidRDefault="00937092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0C3A716D" w14:textId="77777777" w:rsidR="00937092" w:rsidRDefault="00937092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315F8AA0" w14:textId="63A35681" w:rsidR="006076BE" w:rsidRPr="003803D4" w:rsidRDefault="006076BE" w:rsidP="006076BE">
      <w:pPr>
        <w:ind w:right="-2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3803D4">
        <w:rPr>
          <w:rFonts w:asciiTheme="minorHAnsi" w:hAnsiTheme="minorHAnsi" w:cstheme="minorHAnsi"/>
          <w:bCs/>
          <w:sz w:val="20"/>
          <w:szCs w:val="20"/>
        </w:rPr>
        <w:t> </w:t>
      </w:r>
    </w:p>
    <w:p w14:paraId="3955E9D4" w14:textId="77777777" w:rsidR="006076BE" w:rsidRPr="003803D4" w:rsidRDefault="006076BE" w:rsidP="006076BE">
      <w:pPr>
        <w:rPr>
          <w:rFonts w:asciiTheme="minorHAnsi" w:eastAsia="Calibri" w:hAnsiTheme="minorHAnsi" w:cstheme="minorHAnsi"/>
          <w:b/>
          <w:sz w:val="20"/>
          <w:szCs w:val="20"/>
        </w:rPr>
      </w:pPr>
    </w:p>
    <w:p w14:paraId="2FF82B5B" w14:textId="77777777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5EA40485" w14:textId="77CEFC32" w:rsidR="006076BE" w:rsidRPr="003803D4" w:rsidRDefault="006076BE" w:rsidP="006076BE">
      <w:pPr>
        <w:jc w:val="right"/>
        <w:rPr>
          <w:rFonts w:asciiTheme="minorHAnsi" w:eastAsia="Calibri" w:hAnsiTheme="minorHAnsi" w:cstheme="minorHAnsi"/>
          <w:bCs/>
          <w:sz w:val="20"/>
          <w:szCs w:val="20"/>
        </w:rPr>
      </w:pPr>
      <w:r w:rsidRPr="003803D4">
        <w:rPr>
          <w:rFonts w:asciiTheme="minorHAnsi" w:eastAsia="Calibri" w:hAnsiTheme="minorHAnsi" w:cstheme="minorHAnsi"/>
          <w:bCs/>
          <w:i/>
          <w:sz w:val="20"/>
          <w:szCs w:val="20"/>
        </w:rPr>
        <w:lastRenderedPageBreak/>
        <w:t xml:space="preserve">Zał. Nr </w:t>
      </w:r>
      <w:r w:rsidR="006721FB">
        <w:rPr>
          <w:rFonts w:asciiTheme="minorHAnsi" w:eastAsia="Calibri" w:hAnsiTheme="minorHAnsi" w:cstheme="minorHAnsi"/>
          <w:bCs/>
          <w:i/>
          <w:sz w:val="20"/>
          <w:szCs w:val="20"/>
        </w:rPr>
        <w:t>4</w:t>
      </w:r>
      <w:r w:rsidRPr="003803D4">
        <w:rPr>
          <w:rFonts w:asciiTheme="minorHAnsi" w:eastAsia="Calibri" w:hAnsiTheme="minorHAnsi" w:cstheme="minorHAnsi"/>
          <w:bCs/>
          <w:i/>
          <w:sz w:val="20"/>
          <w:szCs w:val="20"/>
        </w:rPr>
        <w:t xml:space="preserve"> do Formularza ofertowego</w:t>
      </w:r>
    </w:p>
    <w:p w14:paraId="554E4093" w14:textId="77777777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077996A" w14:textId="77777777" w:rsidR="006721FB" w:rsidRDefault="006721FB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6103493" w14:textId="5AAE0160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3803D4">
        <w:rPr>
          <w:rFonts w:asciiTheme="minorHAnsi" w:eastAsia="Calibri" w:hAnsiTheme="minorHAnsi" w:cstheme="minorHAnsi"/>
          <w:b/>
          <w:sz w:val="20"/>
          <w:szCs w:val="20"/>
        </w:rPr>
        <w:t xml:space="preserve">OŚWIADCZENIE </w:t>
      </w:r>
    </w:p>
    <w:p w14:paraId="26BDB7D5" w14:textId="77777777" w:rsidR="006076BE" w:rsidRPr="003803D4" w:rsidRDefault="006076BE" w:rsidP="006076BE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3803D4">
        <w:rPr>
          <w:rFonts w:asciiTheme="minorHAnsi" w:eastAsia="Calibri" w:hAnsiTheme="minorHAnsi" w:cstheme="minorHAnsi"/>
          <w:b/>
          <w:sz w:val="20"/>
          <w:szCs w:val="20"/>
        </w:rPr>
        <w:t>dot. wykluczenia z postępowania na podstawie art. 7 ust. 1 ustawy z dnia 13 kwietnia 2022r.</w:t>
      </w:r>
    </w:p>
    <w:p w14:paraId="57422458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1F792621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05B87185" w14:textId="77777777" w:rsidR="006076BE" w:rsidRPr="003803D4" w:rsidRDefault="006076BE" w:rsidP="006076BE">
      <w:p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3803D4">
        <w:rPr>
          <w:rFonts w:asciiTheme="minorHAnsi" w:hAnsiTheme="minorHAnsi" w:cstheme="minorHAnsi"/>
          <w:color w:val="000000"/>
          <w:sz w:val="20"/>
          <w:szCs w:val="20"/>
        </w:rPr>
        <w:t xml:space="preserve">Oświadczam, iż </w:t>
      </w:r>
      <w:r w:rsidRPr="003803D4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nie podlegam </w:t>
      </w:r>
      <w:r w:rsidRPr="003803D4">
        <w:rPr>
          <w:rFonts w:asciiTheme="minorHAnsi" w:hAnsiTheme="minorHAnsi" w:cstheme="minorHAnsi"/>
          <w:color w:val="000000"/>
          <w:sz w:val="20"/>
          <w:szCs w:val="20"/>
        </w:rPr>
        <w:t xml:space="preserve">wykluczeniu z postępowania na podstawie art. 7 ust. 1 ustawy </w:t>
      </w:r>
      <w:r w:rsidRPr="003803D4">
        <w:rPr>
          <w:rFonts w:asciiTheme="minorHAnsi" w:hAnsiTheme="minorHAnsi" w:cstheme="minorHAnsi"/>
          <w:color w:val="000000"/>
          <w:sz w:val="20"/>
          <w:szCs w:val="20"/>
        </w:rPr>
        <w:br/>
        <w:t>z dnia 13 kwietnia 2022r. o szczególnych rozwiązaniach w zakresie przeciwdziałania wspieraniu agresji na Ukrainę oraz służących ochronie bezpieczeństwa narodowego (Dz. U. 2022 poz. 835),</w:t>
      </w:r>
    </w:p>
    <w:p w14:paraId="0FE7B145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46884F26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76514FA6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8699442" w14:textId="77777777" w:rsidR="006076BE" w:rsidRPr="003803D4" w:rsidRDefault="006076BE" w:rsidP="006076BE">
      <w:pPr>
        <w:rPr>
          <w:rFonts w:asciiTheme="minorHAnsi" w:eastAsia="Batang" w:hAnsiTheme="minorHAnsi" w:cstheme="minorHAnsi"/>
          <w:i/>
          <w:iCs/>
          <w:sz w:val="20"/>
          <w:szCs w:val="20"/>
        </w:rPr>
      </w:pP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>.................................</w:t>
      </w:r>
      <w:r w:rsidRPr="003803D4">
        <w:rPr>
          <w:rFonts w:asciiTheme="minorHAnsi" w:eastAsia="Batang" w:hAnsiTheme="minorHAnsi" w:cstheme="minorHAnsi"/>
          <w:sz w:val="20"/>
          <w:szCs w:val="20"/>
        </w:rPr>
        <w:t xml:space="preserve">, dnia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 xml:space="preserve">.......................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ab/>
      </w:r>
    </w:p>
    <w:p w14:paraId="756972AD" w14:textId="77777777" w:rsidR="006076BE" w:rsidRPr="003803D4" w:rsidRDefault="006076BE" w:rsidP="006076BE">
      <w:pPr>
        <w:jc w:val="right"/>
        <w:rPr>
          <w:rFonts w:asciiTheme="minorHAnsi" w:eastAsia="Batang" w:hAnsiTheme="minorHAnsi" w:cstheme="minorHAnsi"/>
          <w:i/>
          <w:iCs/>
          <w:sz w:val="20"/>
          <w:szCs w:val="20"/>
        </w:rPr>
      </w:pPr>
      <w:r w:rsidRPr="003803D4">
        <w:rPr>
          <w:rFonts w:asciiTheme="minorHAnsi" w:eastAsia="Batang" w:hAnsiTheme="minorHAnsi" w:cstheme="minorHAnsi"/>
          <w:iCs/>
          <w:sz w:val="20"/>
          <w:szCs w:val="20"/>
        </w:rPr>
        <w:t xml:space="preserve">                        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</w:rPr>
        <w:t>…………………………………..………………………</w:t>
      </w:r>
    </w:p>
    <w:p w14:paraId="69615AB8" w14:textId="77777777" w:rsidR="006076BE" w:rsidRPr="003803D4" w:rsidRDefault="006076BE" w:rsidP="006076BE">
      <w:pPr>
        <w:ind w:left="5670" w:firstLine="6"/>
        <w:jc w:val="center"/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</w:pP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t xml:space="preserve">/pieczęć i podpis Wykonawcy </w:t>
      </w:r>
      <w:r w:rsidRPr="003803D4">
        <w:rPr>
          <w:rFonts w:asciiTheme="minorHAnsi" w:eastAsia="Batang" w:hAnsiTheme="minorHAnsi" w:cstheme="minorHAnsi"/>
          <w:i/>
          <w:iCs/>
          <w:sz w:val="20"/>
          <w:szCs w:val="20"/>
          <w:vertAlign w:val="superscript"/>
        </w:rPr>
        <w:br/>
        <w:t>lub osoby upoważnionej do reprezentowania Wykonawcy/</w:t>
      </w:r>
    </w:p>
    <w:p w14:paraId="56E2390E" w14:textId="77777777" w:rsidR="006076BE" w:rsidRPr="003803D4" w:rsidRDefault="006076BE" w:rsidP="006076BE">
      <w:pPr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FB3C3B9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6E6870C9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7BBD465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BCFE675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1C8E016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02496DB5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560277B1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7B6B152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6BD7678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5D76D812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34C1BC2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09D1A690" w14:textId="77777777" w:rsidR="006076BE" w:rsidRPr="003803D4" w:rsidRDefault="006076BE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16FCA446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1700B87A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1306716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4B88369F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13B564EF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369C749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6A8512A7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66C24511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53FFAF8C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48A2E43F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26DB5E3A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3BEB3A49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3E1E240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28569EE5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7020DB6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19FAA279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582691EA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p w14:paraId="796671D1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bookmarkEnd w:id="2"/>
    <w:p w14:paraId="4E4D7CAA" w14:textId="77777777" w:rsidR="0031089F" w:rsidRPr="003803D4" w:rsidRDefault="0031089F" w:rsidP="006076B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i/>
          <w:sz w:val="20"/>
          <w:szCs w:val="20"/>
        </w:rPr>
      </w:pPr>
    </w:p>
    <w:sectPr w:rsidR="0031089F" w:rsidRPr="003803D4" w:rsidSect="00701D7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E4873" w14:textId="77777777" w:rsidR="00D261E8" w:rsidRDefault="00D261E8">
      <w:r>
        <w:separator/>
      </w:r>
    </w:p>
  </w:endnote>
  <w:endnote w:type="continuationSeparator" w:id="0">
    <w:p w14:paraId="3FB0B04A" w14:textId="77777777" w:rsidR="00D261E8" w:rsidRDefault="00D2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charset w:val="C8"/>
    <w:family w:val="decorative"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charset w:val="EE"/>
    <w:family w:val="auto"/>
    <w:pitch w:val="default"/>
    <w:sig w:usb0="00000005" w:usb1="00000000" w:usb2="00000000" w:usb3="00000000" w:csb0="00000002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8066" w14:textId="455415B2" w:rsidR="00407DBC" w:rsidRDefault="00407DBC" w:rsidP="00407DBC">
    <w:pPr>
      <w:pStyle w:val="Stopka"/>
      <w:tabs>
        <w:tab w:val="clear" w:pos="4536"/>
        <w:tab w:val="clear" w:pos="9072"/>
        <w:tab w:val="left" w:pos="1470"/>
      </w:tabs>
      <w:rPr>
        <w:color w:val="948A54" w:themeColor="background2" w:themeShade="80"/>
      </w:rPr>
    </w:pPr>
  </w:p>
  <w:p w14:paraId="16F5AA2A" w14:textId="77777777" w:rsidR="00407DBC" w:rsidRDefault="00407DBC" w:rsidP="00407DBC">
    <w:pPr>
      <w:pStyle w:val="Stopka"/>
      <w:tabs>
        <w:tab w:val="clear" w:pos="4536"/>
        <w:tab w:val="clear" w:pos="9072"/>
        <w:tab w:val="left" w:pos="1470"/>
      </w:tabs>
      <w:rPr>
        <w:color w:val="948A54" w:themeColor="background2" w:themeShade="80"/>
      </w:rPr>
    </w:pPr>
    <w:r>
      <w:rPr>
        <w:noProof/>
        <w:u w:val="single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7D7A0972" wp14:editId="4DC95479">
              <wp:simplePos x="0" y="0"/>
              <wp:positionH relativeFrom="margin">
                <wp:align>center</wp:align>
              </wp:positionH>
              <wp:positionV relativeFrom="paragraph">
                <wp:posOffset>135411</wp:posOffset>
              </wp:positionV>
              <wp:extent cx="7305675" cy="9525"/>
              <wp:effectExtent l="0" t="0" r="28575" b="28575"/>
              <wp:wrapNone/>
              <wp:docPr id="2003021786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05675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72A5B49" id="Łącznik prosty 4" o:spid="_x0000_s1026" style="position:absolute;z-index:2516689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0.65pt" to="575.2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" strokecolor="#7f7f7f" strokeweight=".5pt">
              <v:stroke joinstyle="miter"/>
              <w10:wrap anchorx="margin"/>
            </v:line>
          </w:pict>
        </mc:Fallback>
      </mc:AlternateContent>
    </w:r>
  </w:p>
  <w:p w14:paraId="29A785E6" w14:textId="1F60F812" w:rsidR="00407DBC" w:rsidRDefault="00701D78" w:rsidP="00407DBC">
    <w:pPr>
      <w:pStyle w:val="Stopka"/>
      <w:jc w:val="center"/>
      <w:rPr>
        <w:sz w:val="20"/>
      </w:rPr>
    </w:pPr>
    <w:bookmarkStart w:id="4" w:name="_Hlk182297570"/>
    <w:r>
      <w:rPr>
        <w:noProof/>
      </w:rPr>
      <w:drawing>
        <wp:anchor distT="0" distB="0" distL="114300" distR="114300" simplePos="0" relativeHeight="251667968" behindDoc="1" locked="0" layoutInCell="1" allowOverlap="1" wp14:anchorId="007DA313" wp14:editId="6467BEC6">
          <wp:simplePos x="0" y="0"/>
          <wp:positionH relativeFrom="margin">
            <wp:posOffset>-12643</wp:posOffset>
          </wp:positionH>
          <wp:positionV relativeFrom="paragraph">
            <wp:posOffset>61537</wp:posOffset>
          </wp:positionV>
          <wp:extent cx="1814830" cy="461645"/>
          <wp:effectExtent l="0" t="0" r="0" b="0"/>
          <wp:wrapTight wrapText="bothSides">
            <wp:wrapPolygon edited="0">
              <wp:start x="0" y="0"/>
              <wp:lineTo x="0" y="20501"/>
              <wp:lineTo x="21313" y="20501"/>
              <wp:lineTo x="21313" y="0"/>
              <wp:lineTo x="0" y="0"/>
            </wp:wrapPolygon>
          </wp:wrapTight>
          <wp:docPr id="147317345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</w:p>
  <w:p w14:paraId="698DD051" w14:textId="620EDC09" w:rsidR="00407DBC" w:rsidRPr="00CD5E9A" w:rsidRDefault="00407DBC" w:rsidP="00407DBC">
    <w:pPr>
      <w:pStyle w:val="Stopka"/>
      <w:jc w:val="center"/>
      <w:rPr>
        <w:sz w:val="14"/>
        <w:szCs w:val="14"/>
      </w:rPr>
    </w:pPr>
    <w:r w:rsidRPr="001118EA">
      <w:rPr>
        <w:sz w:val="20"/>
      </w:rPr>
      <w:t>Fundusze Europejskie dla Pomorza 2021-2027</w:t>
    </w:r>
  </w:p>
  <w:p w14:paraId="47B06FE2" w14:textId="2B2757D3" w:rsidR="00407DBC" w:rsidRDefault="00407D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565A" w14:textId="77777777" w:rsidR="007B2500" w:rsidRPr="00B01F08" w:rsidRDefault="00B02DCF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240BC21B" wp14:editId="722255FB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EBCC5" w14:textId="77777777" w:rsidR="00D261E8" w:rsidRDefault="00D261E8">
      <w:r>
        <w:separator/>
      </w:r>
    </w:p>
  </w:footnote>
  <w:footnote w:type="continuationSeparator" w:id="0">
    <w:p w14:paraId="6A18F86D" w14:textId="77777777" w:rsidR="00D261E8" w:rsidRDefault="00D2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104B4" w14:textId="7AF44525" w:rsidR="00230E1A" w:rsidRDefault="00407DBC">
    <w:pPr>
      <w:pStyle w:val="Nagwek"/>
    </w:pPr>
    <w:r>
      <w:rPr>
        <w:noProof/>
      </w:rPr>
      <w:drawing>
        <wp:anchor distT="0" distB="0" distL="114300" distR="114300" simplePos="0" relativeHeight="251665920" behindDoc="1" locked="0" layoutInCell="1" allowOverlap="1" wp14:anchorId="080D9A8D" wp14:editId="220BEFEC">
          <wp:simplePos x="0" y="0"/>
          <wp:positionH relativeFrom="margin">
            <wp:posOffset>-736046</wp:posOffset>
          </wp:positionH>
          <wp:positionV relativeFrom="paragraph">
            <wp:posOffset>-124460</wp:posOffset>
          </wp:positionV>
          <wp:extent cx="7300560" cy="850605"/>
          <wp:effectExtent l="0" t="0" r="0" b="0"/>
          <wp:wrapTight wrapText="bothSides">
            <wp:wrapPolygon edited="0">
              <wp:start x="1071" y="2420"/>
              <wp:lineTo x="395" y="4839"/>
              <wp:lineTo x="282" y="6291"/>
              <wp:lineTo x="282" y="15970"/>
              <wp:lineTo x="451" y="17906"/>
              <wp:lineTo x="846" y="18874"/>
              <wp:lineTo x="1353" y="18874"/>
              <wp:lineTo x="21025" y="16938"/>
              <wp:lineTo x="21307" y="11131"/>
              <wp:lineTo x="20630" y="11131"/>
              <wp:lineTo x="20461" y="6291"/>
              <wp:lineTo x="1353" y="2420"/>
              <wp:lineTo x="1071" y="2420"/>
            </wp:wrapPolygon>
          </wp:wrapTight>
          <wp:docPr id="1570652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0560" cy="850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675499059"/>
        <w:docPartObj>
          <w:docPartGallery w:val="Page Numbers (Margins)"/>
          <w:docPartUnique/>
        </w:docPartObj>
      </w:sdtPr>
      <w:sdtContent>
        <w:r w:rsidR="007705C0"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0" allowOverlap="1" wp14:anchorId="6B260645" wp14:editId="5F92B3E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B76BC" w14:textId="77777777" w:rsidR="007705C0" w:rsidRDefault="007705C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260645" id="Prostokąt 1" o:spid="_x0000_s1026" style="position:absolute;margin-left:0;margin-top:0;width:40.2pt;height:171.9pt;z-index:25166284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CCB76BC" w14:textId="77777777" w:rsidR="007705C0" w:rsidRDefault="007705C0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3BEC0" w14:textId="7EB57C67" w:rsidR="007B0F61" w:rsidRDefault="00AA4F42">
    <w:pPr>
      <w:pStyle w:val="Nagwek"/>
    </w:pPr>
    <w:r>
      <w:rPr>
        <w:noProof/>
      </w:rPr>
      <w:drawing>
        <wp:anchor distT="0" distB="0" distL="114300" distR="114300" simplePos="0" relativeHeight="251663872" behindDoc="1" locked="0" layoutInCell="1" allowOverlap="1" wp14:anchorId="72556F01" wp14:editId="44F89B96">
          <wp:simplePos x="0" y="0"/>
          <wp:positionH relativeFrom="margin">
            <wp:posOffset>-1435</wp:posOffset>
          </wp:positionH>
          <wp:positionV relativeFrom="paragraph">
            <wp:posOffset>57268</wp:posOffset>
          </wp:positionV>
          <wp:extent cx="5759450" cy="361950"/>
          <wp:effectExtent l="0" t="0" r="0" b="0"/>
          <wp:wrapNone/>
          <wp:docPr id="1643611090" name="Obraz 3" descr="Krajowy Plan Odbudowy, Rzeczpospolita Polska, Sfinansowan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2ECA"/>
    <w:multiLevelType w:val="multilevel"/>
    <w:tmpl w:val="759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11CCF"/>
    <w:multiLevelType w:val="hybridMultilevel"/>
    <w:tmpl w:val="A7AE2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386B"/>
    <w:multiLevelType w:val="hybridMultilevel"/>
    <w:tmpl w:val="CE229F68"/>
    <w:lvl w:ilvl="0" w:tplc="DF48472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0213D"/>
    <w:multiLevelType w:val="hybridMultilevel"/>
    <w:tmpl w:val="3E6C0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5464A"/>
    <w:multiLevelType w:val="hybridMultilevel"/>
    <w:tmpl w:val="7A7A14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B12B98"/>
    <w:multiLevelType w:val="hybridMultilevel"/>
    <w:tmpl w:val="63808C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6D2CD5"/>
    <w:multiLevelType w:val="multilevel"/>
    <w:tmpl w:val="338C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03002D"/>
    <w:multiLevelType w:val="hybridMultilevel"/>
    <w:tmpl w:val="76B81114"/>
    <w:lvl w:ilvl="0" w:tplc="7480F69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85CFE"/>
    <w:multiLevelType w:val="hybridMultilevel"/>
    <w:tmpl w:val="8D84944E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9" w15:restartNumberingAfterBreak="0">
    <w:nsid w:val="1C966B74"/>
    <w:multiLevelType w:val="hybridMultilevel"/>
    <w:tmpl w:val="2B547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1409E7"/>
    <w:multiLevelType w:val="hybridMultilevel"/>
    <w:tmpl w:val="2D08E8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F262704"/>
    <w:multiLevelType w:val="multilevel"/>
    <w:tmpl w:val="D87EE546"/>
    <w:styleLink w:val="WWNum3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3B63852"/>
    <w:multiLevelType w:val="hybridMultilevel"/>
    <w:tmpl w:val="C2F837F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076AE5"/>
    <w:multiLevelType w:val="multilevel"/>
    <w:tmpl w:val="55FE5474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B824C3B"/>
    <w:multiLevelType w:val="hybridMultilevel"/>
    <w:tmpl w:val="FCA01D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869C3"/>
    <w:multiLevelType w:val="hybridMultilevel"/>
    <w:tmpl w:val="45809C94"/>
    <w:lvl w:ilvl="0" w:tplc="ADE818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101C774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72EA5"/>
    <w:multiLevelType w:val="hybridMultilevel"/>
    <w:tmpl w:val="B1DCE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141D5D"/>
    <w:multiLevelType w:val="hybridMultilevel"/>
    <w:tmpl w:val="A39C1722"/>
    <w:lvl w:ilvl="0" w:tplc="F5AC57E4">
      <w:start w:val="3"/>
      <w:numFmt w:val="decimal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90B77"/>
    <w:multiLevelType w:val="multilevel"/>
    <w:tmpl w:val="15747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1164D5"/>
    <w:multiLevelType w:val="hybridMultilevel"/>
    <w:tmpl w:val="A9883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9341E8"/>
    <w:multiLevelType w:val="hybridMultilevel"/>
    <w:tmpl w:val="41E20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B32E3"/>
    <w:multiLevelType w:val="multilevel"/>
    <w:tmpl w:val="B762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3807DF"/>
    <w:multiLevelType w:val="multilevel"/>
    <w:tmpl w:val="44526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28D5798"/>
    <w:multiLevelType w:val="multilevel"/>
    <w:tmpl w:val="3F06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E93263"/>
    <w:multiLevelType w:val="hybridMultilevel"/>
    <w:tmpl w:val="6E1A3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74C019D"/>
    <w:multiLevelType w:val="hybridMultilevel"/>
    <w:tmpl w:val="40148F7C"/>
    <w:lvl w:ilvl="0" w:tplc="6174F9E6">
      <w:start w:val="1"/>
      <w:numFmt w:val="upperRoman"/>
      <w:lvlText w:val="%1."/>
      <w:lvlJc w:val="righ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8761BE1"/>
    <w:multiLevelType w:val="hybridMultilevel"/>
    <w:tmpl w:val="72A81CB2"/>
    <w:lvl w:ilvl="0" w:tplc="2D7C7682">
      <w:start w:val="1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767A4B"/>
    <w:multiLevelType w:val="hybridMultilevel"/>
    <w:tmpl w:val="B71C5BB0"/>
    <w:lvl w:ilvl="0" w:tplc="852A0596">
      <w:start w:val="2"/>
      <w:numFmt w:val="decimal"/>
      <w:lvlText w:val="%1."/>
      <w:lvlJc w:val="left"/>
      <w:pPr>
        <w:ind w:left="5040" w:hanging="360"/>
      </w:pPr>
      <w:rPr>
        <w:rFonts w:asciiTheme="minorHAnsi" w:eastAsiaTheme="minorEastAsia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AB4F4C"/>
    <w:multiLevelType w:val="hybridMultilevel"/>
    <w:tmpl w:val="016A9A08"/>
    <w:lvl w:ilvl="0" w:tplc="124E9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4F0949"/>
    <w:multiLevelType w:val="hybridMultilevel"/>
    <w:tmpl w:val="0F6AB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86244"/>
    <w:multiLevelType w:val="multilevel"/>
    <w:tmpl w:val="98581088"/>
    <w:styleLink w:val="WWNum23"/>
    <w:lvl w:ilvl="0">
      <w:start w:val="1"/>
      <w:numFmt w:val="lowerLetter"/>
      <w:lvlText w:val="%1)"/>
      <w:lvlJc w:val="left"/>
      <w:pPr>
        <w:ind w:left="1068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1" w15:restartNumberingAfterBreak="0">
    <w:nsid w:val="59CE6AE7"/>
    <w:multiLevelType w:val="hybridMultilevel"/>
    <w:tmpl w:val="BC4EAA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436AD6"/>
    <w:multiLevelType w:val="hybridMultilevel"/>
    <w:tmpl w:val="AFC0E608"/>
    <w:lvl w:ilvl="0" w:tplc="576A18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C7B22"/>
    <w:multiLevelType w:val="hybridMultilevel"/>
    <w:tmpl w:val="0F209220"/>
    <w:lvl w:ilvl="0" w:tplc="DB32B6A2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277576"/>
    <w:multiLevelType w:val="hybridMultilevel"/>
    <w:tmpl w:val="3E6C03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E104C0"/>
    <w:multiLevelType w:val="hybridMultilevel"/>
    <w:tmpl w:val="F80EDE10"/>
    <w:lvl w:ilvl="0" w:tplc="54CA473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E2A01"/>
    <w:multiLevelType w:val="hybridMultilevel"/>
    <w:tmpl w:val="6BCC12E8"/>
    <w:lvl w:ilvl="0" w:tplc="8D4AD2A8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F96492"/>
    <w:multiLevelType w:val="hybridMultilevel"/>
    <w:tmpl w:val="2620F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93AF4"/>
    <w:multiLevelType w:val="multilevel"/>
    <w:tmpl w:val="DAA8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F195069"/>
    <w:multiLevelType w:val="hybridMultilevel"/>
    <w:tmpl w:val="D328525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2F74D85"/>
    <w:multiLevelType w:val="hybridMultilevel"/>
    <w:tmpl w:val="7278ED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612C6A"/>
    <w:multiLevelType w:val="hybridMultilevel"/>
    <w:tmpl w:val="BE24FC4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7ED0771"/>
    <w:multiLevelType w:val="hybridMultilevel"/>
    <w:tmpl w:val="606CA61C"/>
    <w:lvl w:ilvl="0" w:tplc="E892C4F6">
      <w:start w:val="1"/>
      <w:numFmt w:val="decimal"/>
      <w:lvlText w:val="%1."/>
      <w:lvlJc w:val="left"/>
      <w:pPr>
        <w:ind w:left="2880" w:hanging="360"/>
      </w:pPr>
      <w:rPr>
        <w:rFonts w:asciiTheme="minorHAnsi" w:eastAsiaTheme="minorEastAsia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F64CD3"/>
    <w:multiLevelType w:val="hybridMultilevel"/>
    <w:tmpl w:val="4CEED992"/>
    <w:lvl w:ilvl="0" w:tplc="A45E3F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BE78CE"/>
    <w:multiLevelType w:val="hybridMultilevel"/>
    <w:tmpl w:val="870AF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52D1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C2DE4"/>
    <w:multiLevelType w:val="hybridMultilevel"/>
    <w:tmpl w:val="CF9048EC"/>
    <w:lvl w:ilvl="0" w:tplc="EDDEF31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132489">
    <w:abstractNumId w:val="30"/>
  </w:num>
  <w:num w:numId="2" w16cid:durableId="32464208">
    <w:abstractNumId w:val="13"/>
  </w:num>
  <w:num w:numId="3" w16cid:durableId="353502265">
    <w:abstractNumId w:val="11"/>
  </w:num>
  <w:num w:numId="4" w16cid:durableId="1380857886">
    <w:abstractNumId w:val="43"/>
  </w:num>
  <w:num w:numId="5" w16cid:durableId="12904290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9165647">
    <w:abstractNumId w:val="4"/>
  </w:num>
  <w:num w:numId="7" w16cid:durableId="1862553214">
    <w:abstractNumId w:val="45"/>
  </w:num>
  <w:num w:numId="8" w16cid:durableId="1797333310">
    <w:abstractNumId w:val="7"/>
  </w:num>
  <w:num w:numId="9" w16cid:durableId="812798142">
    <w:abstractNumId w:val="19"/>
  </w:num>
  <w:num w:numId="10" w16cid:durableId="1595630128">
    <w:abstractNumId w:val="3"/>
  </w:num>
  <w:num w:numId="11" w16cid:durableId="1469274607">
    <w:abstractNumId w:val="12"/>
  </w:num>
  <w:num w:numId="12" w16cid:durableId="920023077">
    <w:abstractNumId w:val="14"/>
  </w:num>
  <w:num w:numId="13" w16cid:durableId="698160578">
    <w:abstractNumId w:val="40"/>
  </w:num>
  <w:num w:numId="14" w16cid:durableId="525750561">
    <w:abstractNumId w:val="17"/>
  </w:num>
  <w:num w:numId="15" w16cid:durableId="2135362369">
    <w:abstractNumId w:val="35"/>
  </w:num>
  <w:num w:numId="16" w16cid:durableId="1977565698">
    <w:abstractNumId w:val="37"/>
  </w:num>
  <w:num w:numId="17" w16cid:durableId="1510944770">
    <w:abstractNumId w:val="44"/>
  </w:num>
  <w:num w:numId="18" w16cid:durableId="1086076258">
    <w:abstractNumId w:val="15"/>
  </w:num>
  <w:num w:numId="19" w16cid:durableId="1771654875">
    <w:abstractNumId w:val="29"/>
  </w:num>
  <w:num w:numId="20" w16cid:durableId="111094822">
    <w:abstractNumId w:val="41"/>
  </w:num>
  <w:num w:numId="21" w16cid:durableId="1370183823">
    <w:abstractNumId w:val="9"/>
  </w:num>
  <w:num w:numId="22" w16cid:durableId="1976449172">
    <w:abstractNumId w:val="34"/>
  </w:num>
  <w:num w:numId="23" w16cid:durableId="1809979745">
    <w:abstractNumId w:val="31"/>
  </w:num>
  <w:num w:numId="24" w16cid:durableId="788355534">
    <w:abstractNumId w:val="5"/>
  </w:num>
  <w:num w:numId="25" w16cid:durableId="1106658306">
    <w:abstractNumId w:val="25"/>
  </w:num>
  <w:num w:numId="26" w16cid:durableId="1380132527">
    <w:abstractNumId w:val="24"/>
  </w:num>
  <w:num w:numId="27" w16cid:durableId="1076437725">
    <w:abstractNumId w:val="10"/>
  </w:num>
  <w:num w:numId="28" w16cid:durableId="505170496">
    <w:abstractNumId w:val="1"/>
  </w:num>
  <w:num w:numId="29" w16cid:durableId="856119739">
    <w:abstractNumId w:val="8"/>
  </w:num>
  <w:num w:numId="30" w16cid:durableId="1963801174">
    <w:abstractNumId w:val="20"/>
  </w:num>
  <w:num w:numId="31" w16cid:durableId="538470453">
    <w:abstractNumId w:val="16"/>
  </w:num>
  <w:num w:numId="32" w16cid:durableId="1553882965">
    <w:abstractNumId w:val="2"/>
  </w:num>
  <w:num w:numId="33" w16cid:durableId="1376199432">
    <w:abstractNumId w:val="32"/>
  </w:num>
  <w:num w:numId="34" w16cid:durableId="1374696394">
    <w:abstractNumId w:val="42"/>
  </w:num>
  <w:num w:numId="35" w16cid:durableId="890069180">
    <w:abstractNumId w:val="36"/>
  </w:num>
  <w:num w:numId="36" w16cid:durableId="1330065305">
    <w:abstractNumId w:val="27"/>
  </w:num>
  <w:num w:numId="37" w16cid:durableId="1072894296">
    <w:abstractNumId w:val="28"/>
  </w:num>
  <w:num w:numId="38" w16cid:durableId="1567914721">
    <w:abstractNumId w:val="39"/>
  </w:num>
  <w:num w:numId="39" w16cid:durableId="1901869178">
    <w:abstractNumId w:val="33"/>
  </w:num>
  <w:num w:numId="40" w16cid:durableId="2089879967">
    <w:abstractNumId w:val="26"/>
  </w:num>
  <w:num w:numId="41" w16cid:durableId="642851122">
    <w:abstractNumId w:val="18"/>
  </w:num>
  <w:num w:numId="42" w16cid:durableId="637606995">
    <w:abstractNumId w:val="6"/>
  </w:num>
  <w:num w:numId="43" w16cid:durableId="2092969503">
    <w:abstractNumId w:val="0"/>
  </w:num>
  <w:num w:numId="44" w16cid:durableId="1983078799">
    <w:abstractNumId w:val="22"/>
  </w:num>
  <w:num w:numId="45" w16cid:durableId="681128298">
    <w:abstractNumId w:val="21"/>
  </w:num>
  <w:num w:numId="46" w16cid:durableId="936905219">
    <w:abstractNumId w:val="38"/>
  </w:num>
  <w:num w:numId="47" w16cid:durableId="102787502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DCF"/>
    <w:rsid w:val="00003AB0"/>
    <w:rsid w:val="0000772A"/>
    <w:rsid w:val="00010F13"/>
    <w:rsid w:val="00023591"/>
    <w:rsid w:val="00027010"/>
    <w:rsid w:val="00027076"/>
    <w:rsid w:val="000361BC"/>
    <w:rsid w:val="00042DFA"/>
    <w:rsid w:val="00045A41"/>
    <w:rsid w:val="0004646B"/>
    <w:rsid w:val="00055BE3"/>
    <w:rsid w:val="000575E5"/>
    <w:rsid w:val="00060565"/>
    <w:rsid w:val="00061F20"/>
    <w:rsid w:val="00067095"/>
    <w:rsid w:val="00067B4B"/>
    <w:rsid w:val="0007463F"/>
    <w:rsid w:val="000752A2"/>
    <w:rsid w:val="00075F81"/>
    <w:rsid w:val="00080D83"/>
    <w:rsid w:val="000835A6"/>
    <w:rsid w:val="0008587F"/>
    <w:rsid w:val="00091DDF"/>
    <w:rsid w:val="000A4A10"/>
    <w:rsid w:val="000A4FE7"/>
    <w:rsid w:val="000A6A4F"/>
    <w:rsid w:val="000C1C76"/>
    <w:rsid w:val="000D283E"/>
    <w:rsid w:val="000E1A44"/>
    <w:rsid w:val="000F316D"/>
    <w:rsid w:val="000F622C"/>
    <w:rsid w:val="000F6DB1"/>
    <w:rsid w:val="000F71C3"/>
    <w:rsid w:val="00100DBB"/>
    <w:rsid w:val="0010307B"/>
    <w:rsid w:val="0010493F"/>
    <w:rsid w:val="00111540"/>
    <w:rsid w:val="0011430E"/>
    <w:rsid w:val="00124D4A"/>
    <w:rsid w:val="0012571C"/>
    <w:rsid w:val="00130B23"/>
    <w:rsid w:val="001351D3"/>
    <w:rsid w:val="001355F3"/>
    <w:rsid w:val="001416FD"/>
    <w:rsid w:val="001433B4"/>
    <w:rsid w:val="00143BCB"/>
    <w:rsid w:val="00145D53"/>
    <w:rsid w:val="00147357"/>
    <w:rsid w:val="001520AD"/>
    <w:rsid w:val="00162665"/>
    <w:rsid w:val="001654B4"/>
    <w:rsid w:val="00165F9E"/>
    <w:rsid w:val="001675A5"/>
    <w:rsid w:val="0017166C"/>
    <w:rsid w:val="0017277C"/>
    <w:rsid w:val="00186343"/>
    <w:rsid w:val="00192342"/>
    <w:rsid w:val="001A49AF"/>
    <w:rsid w:val="001A7073"/>
    <w:rsid w:val="001B210F"/>
    <w:rsid w:val="001B6896"/>
    <w:rsid w:val="001B7D45"/>
    <w:rsid w:val="001C49CB"/>
    <w:rsid w:val="001D1DCE"/>
    <w:rsid w:val="001F2FD2"/>
    <w:rsid w:val="001F4BA8"/>
    <w:rsid w:val="001F6A0C"/>
    <w:rsid w:val="00214D64"/>
    <w:rsid w:val="002157B3"/>
    <w:rsid w:val="00215973"/>
    <w:rsid w:val="00215E41"/>
    <w:rsid w:val="00230E1A"/>
    <w:rsid w:val="00241C1F"/>
    <w:rsid w:val="002425AE"/>
    <w:rsid w:val="00250EB0"/>
    <w:rsid w:val="0025273A"/>
    <w:rsid w:val="00262905"/>
    <w:rsid w:val="00263B6C"/>
    <w:rsid w:val="002720B7"/>
    <w:rsid w:val="0027348F"/>
    <w:rsid w:val="00273A85"/>
    <w:rsid w:val="002812F3"/>
    <w:rsid w:val="00282120"/>
    <w:rsid w:val="00283416"/>
    <w:rsid w:val="00283A32"/>
    <w:rsid w:val="00291AB5"/>
    <w:rsid w:val="002A08B9"/>
    <w:rsid w:val="002A36A3"/>
    <w:rsid w:val="002B10E9"/>
    <w:rsid w:val="002B3B45"/>
    <w:rsid w:val="002C1393"/>
    <w:rsid w:val="002C3B63"/>
    <w:rsid w:val="002C6347"/>
    <w:rsid w:val="002C65C1"/>
    <w:rsid w:val="002D724A"/>
    <w:rsid w:val="002E41AC"/>
    <w:rsid w:val="002F1069"/>
    <w:rsid w:val="002F21CA"/>
    <w:rsid w:val="002F232F"/>
    <w:rsid w:val="002F7358"/>
    <w:rsid w:val="002F7ABE"/>
    <w:rsid w:val="00310234"/>
    <w:rsid w:val="0031055E"/>
    <w:rsid w:val="0031089F"/>
    <w:rsid w:val="00320AAC"/>
    <w:rsid w:val="00325198"/>
    <w:rsid w:val="003302B8"/>
    <w:rsid w:val="00345009"/>
    <w:rsid w:val="00345951"/>
    <w:rsid w:val="00346A38"/>
    <w:rsid w:val="00351AFF"/>
    <w:rsid w:val="00351E85"/>
    <w:rsid w:val="0035482A"/>
    <w:rsid w:val="003619F2"/>
    <w:rsid w:val="00365820"/>
    <w:rsid w:val="00366B16"/>
    <w:rsid w:val="0037054D"/>
    <w:rsid w:val="00371585"/>
    <w:rsid w:val="003721D3"/>
    <w:rsid w:val="0037346C"/>
    <w:rsid w:val="003803D4"/>
    <w:rsid w:val="0038106B"/>
    <w:rsid w:val="0039706F"/>
    <w:rsid w:val="0039784E"/>
    <w:rsid w:val="003A0080"/>
    <w:rsid w:val="003A0BC9"/>
    <w:rsid w:val="003A2D2F"/>
    <w:rsid w:val="003B0F9F"/>
    <w:rsid w:val="003B37FE"/>
    <w:rsid w:val="003C166B"/>
    <w:rsid w:val="003C554F"/>
    <w:rsid w:val="003C704F"/>
    <w:rsid w:val="003C71EB"/>
    <w:rsid w:val="003D3304"/>
    <w:rsid w:val="003D4EB6"/>
    <w:rsid w:val="003E40CD"/>
    <w:rsid w:val="003F1D1C"/>
    <w:rsid w:val="003F29B7"/>
    <w:rsid w:val="003F4FE1"/>
    <w:rsid w:val="0040149C"/>
    <w:rsid w:val="00407DBC"/>
    <w:rsid w:val="00411770"/>
    <w:rsid w:val="00414478"/>
    <w:rsid w:val="00427E94"/>
    <w:rsid w:val="00431905"/>
    <w:rsid w:val="00436DDD"/>
    <w:rsid w:val="00437A13"/>
    <w:rsid w:val="00443E6F"/>
    <w:rsid w:val="00445128"/>
    <w:rsid w:val="0044707A"/>
    <w:rsid w:val="00451A3E"/>
    <w:rsid w:val="0045566B"/>
    <w:rsid w:val="00457085"/>
    <w:rsid w:val="004573A3"/>
    <w:rsid w:val="00462574"/>
    <w:rsid w:val="004659FF"/>
    <w:rsid w:val="00471D11"/>
    <w:rsid w:val="004737BB"/>
    <w:rsid w:val="00480A90"/>
    <w:rsid w:val="004861BD"/>
    <w:rsid w:val="0049021D"/>
    <w:rsid w:val="0049230E"/>
    <w:rsid w:val="00492BD3"/>
    <w:rsid w:val="00497309"/>
    <w:rsid w:val="004A0E19"/>
    <w:rsid w:val="004A312B"/>
    <w:rsid w:val="004B11CA"/>
    <w:rsid w:val="004B70BD"/>
    <w:rsid w:val="004D7425"/>
    <w:rsid w:val="004E0C8C"/>
    <w:rsid w:val="00507828"/>
    <w:rsid w:val="005137C6"/>
    <w:rsid w:val="00513D61"/>
    <w:rsid w:val="005162E0"/>
    <w:rsid w:val="0052111D"/>
    <w:rsid w:val="00526775"/>
    <w:rsid w:val="005267CA"/>
    <w:rsid w:val="00537F26"/>
    <w:rsid w:val="00541E49"/>
    <w:rsid w:val="00545487"/>
    <w:rsid w:val="00550CFC"/>
    <w:rsid w:val="00553B59"/>
    <w:rsid w:val="00553F98"/>
    <w:rsid w:val="00554A20"/>
    <w:rsid w:val="005631D3"/>
    <w:rsid w:val="005760A9"/>
    <w:rsid w:val="0057641A"/>
    <w:rsid w:val="00576C4E"/>
    <w:rsid w:val="00582027"/>
    <w:rsid w:val="00583B00"/>
    <w:rsid w:val="00591B67"/>
    <w:rsid w:val="00594464"/>
    <w:rsid w:val="005A0BC7"/>
    <w:rsid w:val="005A3A93"/>
    <w:rsid w:val="005A422B"/>
    <w:rsid w:val="005A7679"/>
    <w:rsid w:val="005B2915"/>
    <w:rsid w:val="005B3FFB"/>
    <w:rsid w:val="005B4732"/>
    <w:rsid w:val="005C062F"/>
    <w:rsid w:val="005C33A7"/>
    <w:rsid w:val="005C51F0"/>
    <w:rsid w:val="005D3494"/>
    <w:rsid w:val="005F61CA"/>
    <w:rsid w:val="005F77A6"/>
    <w:rsid w:val="00601CE2"/>
    <w:rsid w:val="00602BA4"/>
    <w:rsid w:val="00602DD9"/>
    <w:rsid w:val="0060589D"/>
    <w:rsid w:val="006076BE"/>
    <w:rsid w:val="0062059C"/>
    <w:rsid w:val="00621135"/>
    <w:rsid w:val="00621F12"/>
    <w:rsid w:val="00622781"/>
    <w:rsid w:val="00632D9B"/>
    <w:rsid w:val="00640BFF"/>
    <w:rsid w:val="006414E5"/>
    <w:rsid w:val="00643AA9"/>
    <w:rsid w:val="006440AD"/>
    <w:rsid w:val="006525B4"/>
    <w:rsid w:val="00657332"/>
    <w:rsid w:val="00661BEC"/>
    <w:rsid w:val="00662FBA"/>
    <w:rsid w:val="00664345"/>
    <w:rsid w:val="006667E3"/>
    <w:rsid w:val="00667105"/>
    <w:rsid w:val="00671EAF"/>
    <w:rsid w:val="006721FB"/>
    <w:rsid w:val="00680074"/>
    <w:rsid w:val="00686C57"/>
    <w:rsid w:val="00687F97"/>
    <w:rsid w:val="0069621B"/>
    <w:rsid w:val="006A15C9"/>
    <w:rsid w:val="006A1705"/>
    <w:rsid w:val="006A4D8A"/>
    <w:rsid w:val="006A5A3C"/>
    <w:rsid w:val="006C4B1C"/>
    <w:rsid w:val="006D4926"/>
    <w:rsid w:val="006F05E5"/>
    <w:rsid w:val="006F209E"/>
    <w:rsid w:val="00701D78"/>
    <w:rsid w:val="0070308B"/>
    <w:rsid w:val="00705DA3"/>
    <w:rsid w:val="00712625"/>
    <w:rsid w:val="007133E4"/>
    <w:rsid w:val="007218EE"/>
    <w:rsid w:val="007248AD"/>
    <w:rsid w:val="00727F94"/>
    <w:rsid w:val="007337EB"/>
    <w:rsid w:val="00742943"/>
    <w:rsid w:val="00744504"/>
    <w:rsid w:val="00745D18"/>
    <w:rsid w:val="007524B3"/>
    <w:rsid w:val="00760D83"/>
    <w:rsid w:val="00764D8D"/>
    <w:rsid w:val="007705C0"/>
    <w:rsid w:val="00772D71"/>
    <w:rsid w:val="007742AF"/>
    <w:rsid w:val="00776530"/>
    <w:rsid w:val="00790CBF"/>
    <w:rsid w:val="0079100F"/>
    <w:rsid w:val="00791E8E"/>
    <w:rsid w:val="007A0109"/>
    <w:rsid w:val="007A1308"/>
    <w:rsid w:val="007B0F61"/>
    <w:rsid w:val="007B216B"/>
    <w:rsid w:val="007B2500"/>
    <w:rsid w:val="007B67D2"/>
    <w:rsid w:val="007B6A8B"/>
    <w:rsid w:val="007B719A"/>
    <w:rsid w:val="007C1272"/>
    <w:rsid w:val="007C48FD"/>
    <w:rsid w:val="007C53AF"/>
    <w:rsid w:val="007C6329"/>
    <w:rsid w:val="007D12A0"/>
    <w:rsid w:val="007D29D5"/>
    <w:rsid w:val="007D52DF"/>
    <w:rsid w:val="007D61D6"/>
    <w:rsid w:val="007D6C6B"/>
    <w:rsid w:val="007E1B19"/>
    <w:rsid w:val="007F3623"/>
    <w:rsid w:val="007F5038"/>
    <w:rsid w:val="007F6531"/>
    <w:rsid w:val="008028CA"/>
    <w:rsid w:val="00806E39"/>
    <w:rsid w:val="00810B51"/>
    <w:rsid w:val="008174AE"/>
    <w:rsid w:val="00827311"/>
    <w:rsid w:val="00827C9A"/>
    <w:rsid w:val="00834BB4"/>
    <w:rsid w:val="00835187"/>
    <w:rsid w:val="008442C1"/>
    <w:rsid w:val="008447AB"/>
    <w:rsid w:val="008447B9"/>
    <w:rsid w:val="00844F15"/>
    <w:rsid w:val="0084525F"/>
    <w:rsid w:val="00851D95"/>
    <w:rsid w:val="00854464"/>
    <w:rsid w:val="00856E3A"/>
    <w:rsid w:val="00857A09"/>
    <w:rsid w:val="00861DD8"/>
    <w:rsid w:val="00864A04"/>
    <w:rsid w:val="00867EAB"/>
    <w:rsid w:val="00874EDA"/>
    <w:rsid w:val="00882BA5"/>
    <w:rsid w:val="00883773"/>
    <w:rsid w:val="008837F9"/>
    <w:rsid w:val="008839E0"/>
    <w:rsid w:val="008859F1"/>
    <w:rsid w:val="008871A2"/>
    <w:rsid w:val="008945D9"/>
    <w:rsid w:val="008B15BD"/>
    <w:rsid w:val="008B1C47"/>
    <w:rsid w:val="008B396F"/>
    <w:rsid w:val="008B7977"/>
    <w:rsid w:val="008B7F54"/>
    <w:rsid w:val="008C0680"/>
    <w:rsid w:val="008C139A"/>
    <w:rsid w:val="008E5768"/>
    <w:rsid w:val="008E6C1C"/>
    <w:rsid w:val="008F338E"/>
    <w:rsid w:val="00912AE3"/>
    <w:rsid w:val="00926E4B"/>
    <w:rsid w:val="00933460"/>
    <w:rsid w:val="00934715"/>
    <w:rsid w:val="0093665F"/>
    <w:rsid w:val="00937092"/>
    <w:rsid w:val="00955138"/>
    <w:rsid w:val="00956571"/>
    <w:rsid w:val="0096403E"/>
    <w:rsid w:val="0096429A"/>
    <w:rsid w:val="009736C5"/>
    <w:rsid w:val="00983EEA"/>
    <w:rsid w:val="009925CA"/>
    <w:rsid w:val="00994C61"/>
    <w:rsid w:val="00997554"/>
    <w:rsid w:val="009A54A7"/>
    <w:rsid w:val="009B11F4"/>
    <w:rsid w:val="009B2569"/>
    <w:rsid w:val="009B5686"/>
    <w:rsid w:val="009C095C"/>
    <w:rsid w:val="009C397F"/>
    <w:rsid w:val="009C6DC7"/>
    <w:rsid w:val="009D22E3"/>
    <w:rsid w:val="009D47D0"/>
    <w:rsid w:val="009D71C1"/>
    <w:rsid w:val="009E30D4"/>
    <w:rsid w:val="009F2AB3"/>
    <w:rsid w:val="009F2CF0"/>
    <w:rsid w:val="00A007D8"/>
    <w:rsid w:val="00A04690"/>
    <w:rsid w:val="00A04817"/>
    <w:rsid w:val="00A11AA4"/>
    <w:rsid w:val="00A137B2"/>
    <w:rsid w:val="00A17789"/>
    <w:rsid w:val="00A20D0C"/>
    <w:rsid w:val="00A2756A"/>
    <w:rsid w:val="00A34A6A"/>
    <w:rsid w:val="00A34EEA"/>
    <w:rsid w:val="00A3546A"/>
    <w:rsid w:val="00A35684"/>
    <w:rsid w:val="00A36526"/>
    <w:rsid w:val="00A40DD3"/>
    <w:rsid w:val="00A60E5D"/>
    <w:rsid w:val="00A66669"/>
    <w:rsid w:val="00A72757"/>
    <w:rsid w:val="00A76BCC"/>
    <w:rsid w:val="00A77A24"/>
    <w:rsid w:val="00A8100F"/>
    <w:rsid w:val="00A8311B"/>
    <w:rsid w:val="00A96DCC"/>
    <w:rsid w:val="00AA12EA"/>
    <w:rsid w:val="00AA22A1"/>
    <w:rsid w:val="00AA22FD"/>
    <w:rsid w:val="00AA4360"/>
    <w:rsid w:val="00AA4507"/>
    <w:rsid w:val="00AA4F42"/>
    <w:rsid w:val="00AB7E58"/>
    <w:rsid w:val="00AC3570"/>
    <w:rsid w:val="00AC6118"/>
    <w:rsid w:val="00AD036A"/>
    <w:rsid w:val="00AD6407"/>
    <w:rsid w:val="00AE7421"/>
    <w:rsid w:val="00AF164E"/>
    <w:rsid w:val="00AF239F"/>
    <w:rsid w:val="00AF6134"/>
    <w:rsid w:val="00AF71C6"/>
    <w:rsid w:val="00AF742C"/>
    <w:rsid w:val="00B01F08"/>
    <w:rsid w:val="00B02166"/>
    <w:rsid w:val="00B02DCF"/>
    <w:rsid w:val="00B1450E"/>
    <w:rsid w:val="00B159D3"/>
    <w:rsid w:val="00B16E8F"/>
    <w:rsid w:val="00B21968"/>
    <w:rsid w:val="00B30401"/>
    <w:rsid w:val="00B34457"/>
    <w:rsid w:val="00B41F94"/>
    <w:rsid w:val="00B43A72"/>
    <w:rsid w:val="00B57AF6"/>
    <w:rsid w:val="00B6523C"/>
    <w:rsid w:val="00B6637D"/>
    <w:rsid w:val="00B73A7E"/>
    <w:rsid w:val="00B73C03"/>
    <w:rsid w:val="00B74F41"/>
    <w:rsid w:val="00B75649"/>
    <w:rsid w:val="00BA10F0"/>
    <w:rsid w:val="00BA34CE"/>
    <w:rsid w:val="00BB5A8C"/>
    <w:rsid w:val="00BB5FD5"/>
    <w:rsid w:val="00BB6329"/>
    <w:rsid w:val="00BB76D0"/>
    <w:rsid w:val="00BB7EFF"/>
    <w:rsid w:val="00BC0A97"/>
    <w:rsid w:val="00BC1557"/>
    <w:rsid w:val="00BC363C"/>
    <w:rsid w:val="00BC75CE"/>
    <w:rsid w:val="00BD5590"/>
    <w:rsid w:val="00BD6998"/>
    <w:rsid w:val="00BE04C6"/>
    <w:rsid w:val="00BE0BDF"/>
    <w:rsid w:val="00BE0E30"/>
    <w:rsid w:val="00BE2213"/>
    <w:rsid w:val="00BE3A5C"/>
    <w:rsid w:val="00BF32F0"/>
    <w:rsid w:val="00BF43E6"/>
    <w:rsid w:val="00BF6E21"/>
    <w:rsid w:val="00BF7CAB"/>
    <w:rsid w:val="00C01DCD"/>
    <w:rsid w:val="00C0372C"/>
    <w:rsid w:val="00C04CBB"/>
    <w:rsid w:val="00C10EFC"/>
    <w:rsid w:val="00C11C70"/>
    <w:rsid w:val="00C13DA5"/>
    <w:rsid w:val="00C172FA"/>
    <w:rsid w:val="00C2185B"/>
    <w:rsid w:val="00C2318D"/>
    <w:rsid w:val="00C236B5"/>
    <w:rsid w:val="00C31C29"/>
    <w:rsid w:val="00C320BB"/>
    <w:rsid w:val="00C35C77"/>
    <w:rsid w:val="00C400CC"/>
    <w:rsid w:val="00C43D18"/>
    <w:rsid w:val="00C62C24"/>
    <w:rsid w:val="00C635B6"/>
    <w:rsid w:val="00C64A1C"/>
    <w:rsid w:val="00C66CA2"/>
    <w:rsid w:val="00C72431"/>
    <w:rsid w:val="00C74E3B"/>
    <w:rsid w:val="00C81EF7"/>
    <w:rsid w:val="00C82F63"/>
    <w:rsid w:val="00C87166"/>
    <w:rsid w:val="00C87D88"/>
    <w:rsid w:val="00C91163"/>
    <w:rsid w:val="00C9382B"/>
    <w:rsid w:val="00C94DCC"/>
    <w:rsid w:val="00C961C6"/>
    <w:rsid w:val="00CA20F9"/>
    <w:rsid w:val="00CA2545"/>
    <w:rsid w:val="00CB3B5E"/>
    <w:rsid w:val="00CB4718"/>
    <w:rsid w:val="00CB5DE1"/>
    <w:rsid w:val="00CB7485"/>
    <w:rsid w:val="00CC263D"/>
    <w:rsid w:val="00CC4683"/>
    <w:rsid w:val="00CD488B"/>
    <w:rsid w:val="00CE005B"/>
    <w:rsid w:val="00CE56C1"/>
    <w:rsid w:val="00CF0C9A"/>
    <w:rsid w:val="00CF1A4A"/>
    <w:rsid w:val="00CF6572"/>
    <w:rsid w:val="00CF7399"/>
    <w:rsid w:val="00D007A8"/>
    <w:rsid w:val="00D00C35"/>
    <w:rsid w:val="00D02E26"/>
    <w:rsid w:val="00D0361A"/>
    <w:rsid w:val="00D03962"/>
    <w:rsid w:val="00D11FC1"/>
    <w:rsid w:val="00D22717"/>
    <w:rsid w:val="00D261E8"/>
    <w:rsid w:val="00D2763B"/>
    <w:rsid w:val="00D309AA"/>
    <w:rsid w:val="00D30ADD"/>
    <w:rsid w:val="00D352E2"/>
    <w:rsid w:val="00D3628E"/>
    <w:rsid w:val="00D40D00"/>
    <w:rsid w:val="00D43A0D"/>
    <w:rsid w:val="00D45C3A"/>
    <w:rsid w:val="00D45D69"/>
    <w:rsid w:val="00D46867"/>
    <w:rsid w:val="00D526F3"/>
    <w:rsid w:val="00D5447A"/>
    <w:rsid w:val="00D5459E"/>
    <w:rsid w:val="00D55E86"/>
    <w:rsid w:val="00D65B8A"/>
    <w:rsid w:val="00D740C9"/>
    <w:rsid w:val="00D86EEC"/>
    <w:rsid w:val="00D87754"/>
    <w:rsid w:val="00D92A75"/>
    <w:rsid w:val="00DA5679"/>
    <w:rsid w:val="00DB1ABE"/>
    <w:rsid w:val="00DC2D4E"/>
    <w:rsid w:val="00DC3927"/>
    <w:rsid w:val="00DC733E"/>
    <w:rsid w:val="00DD5536"/>
    <w:rsid w:val="00DD7D9E"/>
    <w:rsid w:val="00DE1523"/>
    <w:rsid w:val="00DE1BAC"/>
    <w:rsid w:val="00DE2471"/>
    <w:rsid w:val="00DF57BE"/>
    <w:rsid w:val="00DF65BB"/>
    <w:rsid w:val="00DF78C2"/>
    <w:rsid w:val="00E06500"/>
    <w:rsid w:val="00E12353"/>
    <w:rsid w:val="00E12AAB"/>
    <w:rsid w:val="00E131C7"/>
    <w:rsid w:val="00E27B3C"/>
    <w:rsid w:val="00E41D95"/>
    <w:rsid w:val="00E5406B"/>
    <w:rsid w:val="00E56105"/>
    <w:rsid w:val="00E57060"/>
    <w:rsid w:val="00E62325"/>
    <w:rsid w:val="00E7533B"/>
    <w:rsid w:val="00E84F05"/>
    <w:rsid w:val="00E855B6"/>
    <w:rsid w:val="00E87616"/>
    <w:rsid w:val="00E91A1E"/>
    <w:rsid w:val="00E92047"/>
    <w:rsid w:val="00EA1658"/>
    <w:rsid w:val="00EA391C"/>
    <w:rsid w:val="00EA5285"/>
    <w:rsid w:val="00EA5C16"/>
    <w:rsid w:val="00EB51E3"/>
    <w:rsid w:val="00EC2AD9"/>
    <w:rsid w:val="00ED1EF1"/>
    <w:rsid w:val="00ED35AF"/>
    <w:rsid w:val="00ED3C99"/>
    <w:rsid w:val="00EF000D"/>
    <w:rsid w:val="00EF72AE"/>
    <w:rsid w:val="00F00B55"/>
    <w:rsid w:val="00F0187D"/>
    <w:rsid w:val="00F040D0"/>
    <w:rsid w:val="00F04131"/>
    <w:rsid w:val="00F06081"/>
    <w:rsid w:val="00F13499"/>
    <w:rsid w:val="00F175EC"/>
    <w:rsid w:val="00F228A5"/>
    <w:rsid w:val="00F22F05"/>
    <w:rsid w:val="00F236A7"/>
    <w:rsid w:val="00F23CE4"/>
    <w:rsid w:val="00F327DE"/>
    <w:rsid w:val="00F36EA0"/>
    <w:rsid w:val="00F37775"/>
    <w:rsid w:val="00F409A2"/>
    <w:rsid w:val="00F46522"/>
    <w:rsid w:val="00F473E4"/>
    <w:rsid w:val="00F50CE1"/>
    <w:rsid w:val="00F545A3"/>
    <w:rsid w:val="00F6064A"/>
    <w:rsid w:val="00F626A1"/>
    <w:rsid w:val="00F62D18"/>
    <w:rsid w:val="00F8573B"/>
    <w:rsid w:val="00F9032E"/>
    <w:rsid w:val="00F90451"/>
    <w:rsid w:val="00F936C0"/>
    <w:rsid w:val="00F95F09"/>
    <w:rsid w:val="00FA291F"/>
    <w:rsid w:val="00FA2A74"/>
    <w:rsid w:val="00FB1406"/>
    <w:rsid w:val="00FB5706"/>
    <w:rsid w:val="00FD44A6"/>
    <w:rsid w:val="00FE79B8"/>
    <w:rsid w:val="00FE7F72"/>
    <w:rsid w:val="00FF610B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CCDD863"/>
  <w15:docId w15:val="{0928A7E8-194F-4F3F-8B05-2D1D1C5DD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523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31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73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ny tekst,L1,Numerowanie,Wypunktowanie,Numeracja załączników"/>
    <w:basedOn w:val="Normalny"/>
    <w:link w:val="AkapitzlistZnak"/>
    <w:uiPriority w:val="34"/>
    <w:qFormat/>
    <w:rsid w:val="00230E1A"/>
    <w:pPr>
      <w:ind w:left="720"/>
      <w:contextualSpacing/>
    </w:pPr>
  </w:style>
  <w:style w:type="numbering" w:customStyle="1" w:styleId="WWNum23">
    <w:name w:val="WWNum23"/>
    <w:basedOn w:val="Bezlisty"/>
    <w:rsid w:val="00A8100F"/>
    <w:pPr>
      <w:numPr>
        <w:numId w:val="1"/>
      </w:numPr>
    </w:pPr>
  </w:style>
  <w:style w:type="numbering" w:customStyle="1" w:styleId="WWNum24">
    <w:name w:val="WWNum24"/>
    <w:basedOn w:val="Bezlisty"/>
    <w:rsid w:val="00A8100F"/>
    <w:pPr>
      <w:numPr>
        <w:numId w:val="2"/>
      </w:numPr>
    </w:pPr>
  </w:style>
  <w:style w:type="numbering" w:customStyle="1" w:styleId="WWNum31">
    <w:name w:val="WWNum31"/>
    <w:basedOn w:val="Bezlisty"/>
    <w:rsid w:val="00A8100F"/>
    <w:pPr>
      <w:numPr>
        <w:numId w:val="3"/>
      </w:numPr>
    </w:pPr>
  </w:style>
  <w:style w:type="character" w:styleId="Hipercze">
    <w:name w:val="Hyperlink"/>
    <w:basedOn w:val="Domylnaczcionkaakapitu"/>
    <w:unhideWhenUsed/>
    <w:rsid w:val="00A810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00F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Wypunktowanie Znak,Numeracja załączników Znak"/>
    <w:link w:val="Akapitzlist"/>
    <w:uiPriority w:val="34"/>
    <w:qFormat/>
    <w:locked/>
    <w:rsid w:val="00AA450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705C0"/>
    <w:rPr>
      <w:rFonts w:ascii="Arial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0F31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4A0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6076B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60" w:line="240" w:lineRule="atLeast"/>
      <w:ind w:firstLine="340"/>
      <w:jc w:val="both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rsid w:val="006076BE"/>
    <w:rPr>
      <w:rFonts w:ascii="Univers-PL" w:hAnsi="Univers-PL" w:cs="Univers-PL"/>
      <w:sz w:val="19"/>
      <w:szCs w:val="19"/>
    </w:rPr>
  </w:style>
  <w:style w:type="paragraph" w:customStyle="1" w:styleId="Styl">
    <w:name w:val="Styl"/>
    <w:rsid w:val="006076BE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7679"/>
    <w:rPr>
      <w:rFonts w:ascii="Times New Roman" w:hAnsi="Times New Roman"/>
    </w:rPr>
  </w:style>
  <w:style w:type="character" w:customStyle="1" w:styleId="Nagwek2Znak">
    <w:name w:val="Nagłówek 2 Znak"/>
    <w:basedOn w:val="Domylnaczcionkaakapitu"/>
    <w:link w:val="Nagwek2"/>
    <w:semiHidden/>
    <w:rsid w:val="00B73C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siadastabilizacjeobrazu">
    <w:name w:val="posiada stabilizacje obrazu"/>
    <w:basedOn w:val="Normalny"/>
    <w:qFormat/>
    <w:rsid w:val="00451A3E"/>
    <w:pPr>
      <w:spacing w:line="276" w:lineRule="auto"/>
    </w:pPr>
    <w:rPr>
      <w:rFonts w:asciiTheme="minorHAnsi" w:hAnsiTheme="minorHAnsi" w:cstheme="minorHAnsi"/>
    </w:rPr>
  </w:style>
  <w:style w:type="paragraph" w:styleId="Podtytu">
    <w:name w:val="Subtitle"/>
    <w:basedOn w:val="Normalny"/>
    <w:next w:val="Normalny"/>
    <w:link w:val="PodtytuZnak"/>
    <w:qFormat/>
    <w:rsid w:val="007445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7445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0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ochk\Downloads\listownik-mono-Pomorskie-FE-UMWP-UE-EFS-RPO2014-2020-2015%20(1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468D8-E669-4BDF-8597-1C1FA67D6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 (1)</Template>
  <TotalTime>4</TotalTime>
  <Pages>1</Pages>
  <Words>2096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piochk</dc:creator>
  <cp:lastModifiedBy>kuleszaa</cp:lastModifiedBy>
  <cp:revision>4</cp:revision>
  <cp:lastPrinted>2025-08-21T08:35:00Z</cp:lastPrinted>
  <dcterms:created xsi:type="dcterms:W3CDTF">2025-12-01T11:10:00Z</dcterms:created>
  <dcterms:modified xsi:type="dcterms:W3CDTF">2025-12-01T11:14:00Z</dcterms:modified>
</cp:coreProperties>
</file>